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D241D" w14:textId="77777777" w:rsidR="002E6369" w:rsidRDefault="002E6369" w:rsidP="002E6369">
      <w:pPr>
        <w:spacing w:after="0"/>
      </w:pPr>
    </w:p>
    <w:p w14:paraId="0C326167" w14:textId="59E47519" w:rsidR="002E6369" w:rsidRPr="00280B65" w:rsidRDefault="002E6369" w:rsidP="002E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B65">
        <w:rPr>
          <w:rFonts w:ascii="Times New Roman" w:hAnsi="Times New Roman" w:cs="Times New Roman"/>
          <w:sz w:val="24"/>
          <w:szCs w:val="24"/>
        </w:rPr>
        <w:t>Transpordiamet</w:t>
      </w:r>
    </w:p>
    <w:p w14:paraId="03CF57F5" w14:textId="77777777" w:rsidR="002E6369" w:rsidRPr="00280B65" w:rsidRDefault="002E6369" w:rsidP="002E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B65">
        <w:rPr>
          <w:rFonts w:ascii="Times New Roman" w:hAnsi="Times New Roman" w:cs="Times New Roman"/>
          <w:sz w:val="24"/>
          <w:szCs w:val="24"/>
        </w:rPr>
        <w:t xml:space="preserve"> +372 620 1200</w:t>
      </w:r>
    </w:p>
    <w:p w14:paraId="446DF392" w14:textId="77777777" w:rsidR="002E6369" w:rsidRPr="00280B65" w:rsidRDefault="002E6369" w:rsidP="002E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B65">
        <w:rPr>
          <w:rFonts w:ascii="Times New Roman" w:hAnsi="Times New Roman" w:cs="Times New Roman"/>
          <w:sz w:val="24"/>
          <w:szCs w:val="24"/>
        </w:rPr>
        <w:t xml:space="preserve"> info@transpordiamet.ee</w:t>
      </w:r>
    </w:p>
    <w:p w14:paraId="742BD885" w14:textId="2EB76F68" w:rsidR="00FE42C4" w:rsidRPr="00280B65" w:rsidRDefault="002E6369" w:rsidP="002E636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0B65">
        <w:rPr>
          <w:rFonts w:ascii="Times New Roman" w:hAnsi="Times New Roman" w:cs="Times New Roman"/>
          <w:sz w:val="24"/>
          <w:szCs w:val="24"/>
        </w:rPr>
        <w:t>06.03.2024</w:t>
      </w:r>
    </w:p>
    <w:p w14:paraId="191CFD3D" w14:textId="77777777" w:rsidR="002E6369" w:rsidRPr="00280B65" w:rsidRDefault="002E6369" w:rsidP="002E63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59E3734" w14:textId="77777777" w:rsidR="002E6369" w:rsidRPr="00280B65" w:rsidRDefault="002E6369" w:rsidP="002E63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2789428" w14:textId="6BC1D1E5" w:rsidR="002E6369" w:rsidRPr="00280B65" w:rsidRDefault="002E6369" w:rsidP="002E636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0B65">
        <w:rPr>
          <w:rFonts w:ascii="Times New Roman" w:hAnsi="Times New Roman" w:cs="Times New Roman"/>
          <w:b/>
          <w:bCs/>
          <w:sz w:val="24"/>
          <w:szCs w:val="24"/>
        </w:rPr>
        <w:t>Garantiikiri</w:t>
      </w:r>
    </w:p>
    <w:p w14:paraId="007CCCE9" w14:textId="77777777" w:rsidR="002E6369" w:rsidRPr="00280B65" w:rsidRDefault="002E6369" w:rsidP="002E636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872369" w14:textId="38FD667D" w:rsidR="00280B65" w:rsidRPr="00280B65" w:rsidRDefault="002E6369" w:rsidP="002E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B65">
        <w:rPr>
          <w:rFonts w:ascii="Times New Roman" w:hAnsi="Times New Roman" w:cs="Times New Roman"/>
          <w:sz w:val="24"/>
          <w:szCs w:val="24"/>
        </w:rPr>
        <w:t>Käesolevaga garanteerib Tee ja Tee OÜ, registrikoodiga 12247545, aadressiga Punane tn 40a, Tallinn Harjumaa 13619, keda esindab juhatuse liige Raimu Tali (isikukood 37006200315), et</w:t>
      </w:r>
      <w:r w:rsidRPr="00280B65">
        <w:rPr>
          <w:rFonts w:ascii="Times New Roman" w:hAnsi="Times New Roman" w:cs="Times New Roman"/>
          <w:sz w:val="24"/>
          <w:szCs w:val="24"/>
        </w:rPr>
        <w:t xml:space="preserve"> lepingus, mis on sõlmitud I</w:t>
      </w:r>
      <w:r w:rsidR="00F92B8F">
        <w:rPr>
          <w:rFonts w:ascii="Times New Roman" w:hAnsi="Times New Roman" w:cs="Times New Roman"/>
          <w:sz w:val="24"/>
          <w:szCs w:val="24"/>
        </w:rPr>
        <w:t>n</w:t>
      </w:r>
      <w:r w:rsidRPr="00280B65">
        <w:rPr>
          <w:rFonts w:ascii="Times New Roman" w:hAnsi="Times New Roman" w:cs="Times New Roman"/>
          <w:sz w:val="24"/>
          <w:szCs w:val="24"/>
        </w:rPr>
        <w:t xml:space="preserve">salko Baltic OÜ (reg.nr </w:t>
      </w:r>
      <w:r w:rsidRPr="00280B65">
        <w:rPr>
          <w:rFonts w:ascii="Times New Roman" w:hAnsi="Times New Roman" w:cs="Times New Roman"/>
          <w:sz w:val="24"/>
          <w:szCs w:val="24"/>
        </w:rPr>
        <w:t>10761608</w:t>
      </w:r>
      <w:r w:rsidRPr="00280B65">
        <w:rPr>
          <w:rFonts w:ascii="Times New Roman" w:hAnsi="Times New Roman" w:cs="Times New Roman"/>
          <w:sz w:val="24"/>
          <w:szCs w:val="24"/>
        </w:rPr>
        <w:t>)  ja Rae valla vahel</w:t>
      </w:r>
    </w:p>
    <w:p w14:paraId="023DCDC6" w14:textId="77777777" w:rsidR="00280B65" w:rsidRPr="00280B65" w:rsidRDefault="002E6369" w:rsidP="002E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B65">
        <w:rPr>
          <w:rFonts w:ascii="Times New Roman" w:hAnsi="Times New Roman" w:cs="Times New Roman"/>
          <w:sz w:val="24"/>
          <w:szCs w:val="24"/>
        </w:rPr>
        <w:t xml:space="preserve"> „Tehnovõrkude ja teede väljaehitamiseks ning Rae valla sotsiaalobjektide ehitamisse panustamiseks“ </w:t>
      </w:r>
      <w:r w:rsidR="00280B65" w:rsidRPr="00280B65">
        <w:rPr>
          <w:rFonts w:ascii="Times New Roman" w:hAnsi="Times New Roman" w:cs="Times New Roman"/>
          <w:sz w:val="24"/>
          <w:szCs w:val="24"/>
        </w:rPr>
        <w:t xml:space="preserve">punktis 4.1 loetletud kohustuste </w:t>
      </w:r>
      <w:r w:rsidRPr="00280B65">
        <w:rPr>
          <w:rFonts w:ascii="Times New Roman" w:hAnsi="Times New Roman" w:cs="Times New Roman"/>
          <w:sz w:val="24"/>
          <w:szCs w:val="24"/>
        </w:rPr>
        <w:t>üleandmisel ilmnenud vaegtööd likvideeri</w:t>
      </w:r>
      <w:r w:rsidR="00280B65" w:rsidRPr="00280B65">
        <w:rPr>
          <w:rFonts w:ascii="Times New Roman" w:hAnsi="Times New Roman" w:cs="Times New Roman"/>
          <w:sz w:val="24"/>
          <w:szCs w:val="24"/>
        </w:rPr>
        <w:t>takse</w:t>
      </w:r>
      <w:r w:rsidRPr="00280B65">
        <w:rPr>
          <w:rFonts w:ascii="Times New Roman" w:hAnsi="Times New Roman" w:cs="Times New Roman"/>
          <w:sz w:val="24"/>
          <w:szCs w:val="24"/>
        </w:rPr>
        <w:t xml:space="preserve"> hiljemalt 31.05.2024</w:t>
      </w:r>
      <w:r w:rsidR="00280B65" w:rsidRPr="00280B65">
        <w:rPr>
          <w:rFonts w:ascii="Times New Roman" w:hAnsi="Times New Roman" w:cs="Times New Roman"/>
          <w:sz w:val="24"/>
          <w:szCs w:val="24"/>
        </w:rPr>
        <w:t>.</w:t>
      </w:r>
    </w:p>
    <w:p w14:paraId="6DEAB1FF" w14:textId="087B6E29" w:rsidR="002E6369" w:rsidRPr="00280B65" w:rsidRDefault="002E6369" w:rsidP="002E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B65">
        <w:rPr>
          <w:rFonts w:ascii="Times New Roman" w:hAnsi="Times New Roman" w:cs="Times New Roman"/>
          <w:sz w:val="24"/>
          <w:szCs w:val="24"/>
        </w:rPr>
        <w:t xml:space="preserve"> </w:t>
      </w:r>
      <w:r w:rsidRPr="00280B65">
        <w:rPr>
          <w:rFonts w:ascii="Times New Roman" w:hAnsi="Times New Roman" w:cs="Times New Roman"/>
          <w:sz w:val="24"/>
          <w:szCs w:val="24"/>
        </w:rPr>
        <w:br/>
        <w:t>Vaegtööd puudutavad liiklusmärgi sirgeksajamist, haljastuse murukatte taastamist, teeperve peenkillustikserve taastamine</w:t>
      </w:r>
      <w:r w:rsidR="00280B65" w:rsidRPr="00280B65">
        <w:rPr>
          <w:rFonts w:ascii="Times New Roman" w:hAnsi="Times New Roman" w:cs="Times New Roman"/>
          <w:sz w:val="24"/>
          <w:szCs w:val="24"/>
        </w:rPr>
        <w:t>.</w:t>
      </w:r>
    </w:p>
    <w:p w14:paraId="1B656958" w14:textId="77777777" w:rsidR="00280B65" w:rsidRPr="00280B65" w:rsidRDefault="00280B65" w:rsidP="002E636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9DC09B" w14:textId="77777777" w:rsidR="00280B65" w:rsidRPr="00280B65" w:rsidRDefault="00280B65" w:rsidP="002E636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E115E6" w14:textId="77777777" w:rsidR="00280B65" w:rsidRPr="00280B65" w:rsidRDefault="00280B65" w:rsidP="002E636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4A95D4" w14:textId="77777777" w:rsidR="00280B65" w:rsidRPr="00280B65" w:rsidRDefault="00280B65" w:rsidP="002E636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C28C8A" w14:textId="18D18CF5" w:rsidR="00280B65" w:rsidRPr="00280B65" w:rsidRDefault="00280B65" w:rsidP="002E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B65">
        <w:rPr>
          <w:rFonts w:ascii="Times New Roman" w:hAnsi="Times New Roman" w:cs="Times New Roman"/>
          <w:sz w:val="24"/>
          <w:szCs w:val="24"/>
        </w:rPr>
        <w:t>Tee ja Tee OÜ</w:t>
      </w:r>
    </w:p>
    <w:p w14:paraId="6B25A9B6" w14:textId="6CEFDE04" w:rsidR="00280B65" w:rsidRPr="00280B65" w:rsidRDefault="00280B65" w:rsidP="002E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B65">
        <w:rPr>
          <w:rFonts w:ascii="Times New Roman" w:hAnsi="Times New Roman" w:cs="Times New Roman"/>
          <w:sz w:val="24"/>
          <w:szCs w:val="24"/>
        </w:rPr>
        <w:t>Juhatuse liige</w:t>
      </w:r>
    </w:p>
    <w:p w14:paraId="305EF760" w14:textId="39CB6AE8" w:rsidR="00280B65" w:rsidRPr="00280B65" w:rsidRDefault="00280B65" w:rsidP="002E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B65">
        <w:rPr>
          <w:rFonts w:ascii="Times New Roman" w:hAnsi="Times New Roman" w:cs="Times New Roman"/>
          <w:sz w:val="24"/>
          <w:szCs w:val="24"/>
        </w:rPr>
        <w:t>Raimu Tali</w:t>
      </w:r>
    </w:p>
    <w:sectPr w:rsidR="00280B65" w:rsidRPr="00280B65" w:rsidSect="00074AF2">
      <w:headerReference w:type="default" r:id="rId7"/>
      <w:headerReference w:type="first" r:id="rId8"/>
      <w:footerReference w:type="first" r:id="rId9"/>
      <w:pgSz w:w="11906" w:h="16838" w:code="9"/>
      <w:pgMar w:top="2347" w:right="851" w:bottom="680" w:left="1701" w:header="709" w:footer="1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87F6E" w14:textId="77777777" w:rsidR="00074AF2" w:rsidRDefault="00074AF2" w:rsidP="00971461">
      <w:pPr>
        <w:spacing w:after="0" w:line="240" w:lineRule="auto"/>
      </w:pPr>
      <w:r>
        <w:separator/>
      </w:r>
    </w:p>
  </w:endnote>
  <w:endnote w:type="continuationSeparator" w:id="0">
    <w:p w14:paraId="066A118A" w14:textId="77777777" w:rsidR="00074AF2" w:rsidRDefault="00074AF2" w:rsidP="00971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61FD" w14:textId="77777777" w:rsidR="0050430A" w:rsidRPr="004002AB" w:rsidRDefault="0050430A" w:rsidP="004002AB">
    <w:pPr>
      <w:pBdr>
        <w:top w:val="single" w:sz="4" w:space="1" w:color="auto"/>
      </w:pBdr>
      <w:spacing w:after="0" w:line="240" w:lineRule="auto"/>
      <w:rPr>
        <w:rFonts w:ascii="Comic Sans MS" w:hAnsi="Comic Sans MS" w:cs="Times New Roman"/>
        <w:sz w:val="18"/>
        <w:szCs w:val="18"/>
      </w:rPr>
    </w:pPr>
    <w:r>
      <w:rPr>
        <w:rFonts w:ascii="Comic Sans MS" w:hAnsi="Comic Sans MS" w:cs="Times New Roman"/>
        <w:noProof/>
        <w:sz w:val="18"/>
        <w:szCs w:val="18"/>
        <w:lang w:eastAsia="et-EE"/>
      </w:rPr>
      <w:drawing>
        <wp:anchor distT="0" distB="0" distL="114300" distR="114300" simplePos="0" relativeHeight="251660288" behindDoc="1" locked="0" layoutInCell="1" allowOverlap="1" wp14:anchorId="04082757" wp14:editId="47D9F904">
          <wp:simplePos x="0" y="0"/>
          <wp:positionH relativeFrom="column">
            <wp:posOffset>4801870</wp:posOffset>
          </wp:positionH>
          <wp:positionV relativeFrom="paragraph">
            <wp:posOffset>-107950</wp:posOffset>
          </wp:positionV>
          <wp:extent cx="1328928" cy="719328"/>
          <wp:effectExtent l="0" t="0" r="5080" b="5080"/>
          <wp:wrapNone/>
          <wp:docPr id="51" name="Pilt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ISO9001+ISO14001 2,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8928" cy="719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02AB">
      <w:rPr>
        <w:rFonts w:ascii="Comic Sans MS" w:hAnsi="Comic Sans MS" w:cs="Times New Roman"/>
        <w:sz w:val="18"/>
        <w:szCs w:val="18"/>
      </w:rPr>
      <w:t>Punane 40</w:t>
    </w:r>
    <w:r w:rsidRPr="004002AB">
      <w:rPr>
        <w:rFonts w:ascii="Comic Sans MS" w:hAnsi="Comic Sans MS" w:cs="Times New Roman"/>
        <w:sz w:val="18"/>
        <w:szCs w:val="18"/>
      </w:rPr>
      <w:tab/>
      <w:t>Tel + 372 501 3232</w:t>
    </w:r>
    <w:r w:rsidRPr="004002AB">
      <w:rPr>
        <w:rFonts w:ascii="Comic Sans MS" w:hAnsi="Comic Sans MS" w:cs="Times New Roman"/>
        <w:sz w:val="18"/>
        <w:szCs w:val="18"/>
      </w:rPr>
      <w:tab/>
      <w:t xml:space="preserve">     A/k  EE 503300332162560004 Danske Bank</w:t>
    </w:r>
  </w:p>
  <w:p w14:paraId="197FF045" w14:textId="77777777" w:rsidR="0050430A" w:rsidRPr="004002AB" w:rsidRDefault="0050430A" w:rsidP="00936366">
    <w:pPr>
      <w:spacing w:after="0" w:line="240" w:lineRule="auto"/>
      <w:rPr>
        <w:rFonts w:ascii="Comic Sans MS" w:hAnsi="Comic Sans MS" w:cs="Times New Roman"/>
        <w:sz w:val="18"/>
        <w:szCs w:val="18"/>
      </w:rPr>
    </w:pPr>
    <w:r w:rsidRPr="004002AB">
      <w:rPr>
        <w:rFonts w:ascii="Comic Sans MS" w:hAnsi="Comic Sans MS" w:cs="Times New Roman"/>
        <w:sz w:val="18"/>
        <w:szCs w:val="18"/>
      </w:rPr>
      <w:t>13619 Tallinn</w:t>
    </w:r>
    <w:r w:rsidRPr="004002AB">
      <w:rPr>
        <w:rFonts w:ascii="Comic Sans MS" w:hAnsi="Comic Sans MS" w:cs="Times New Roman"/>
        <w:sz w:val="18"/>
        <w:szCs w:val="18"/>
      </w:rPr>
      <w:tab/>
      <w:t xml:space="preserve">E-post </w:t>
    </w:r>
    <w:hyperlink r:id="rId2" w:history="1">
      <w:r w:rsidRPr="004002AB">
        <w:rPr>
          <w:rStyle w:val="Hyperlink"/>
          <w:rFonts w:ascii="Comic Sans MS" w:hAnsi="Comic Sans MS" w:cs="Times New Roman"/>
          <w:sz w:val="18"/>
          <w:szCs w:val="18"/>
        </w:rPr>
        <w:t>info@teejatee.ee</w:t>
      </w:r>
    </w:hyperlink>
    <w:r w:rsidRPr="004002AB">
      <w:rPr>
        <w:rFonts w:ascii="Comic Sans MS" w:hAnsi="Comic Sans MS" w:cs="Times New Roman"/>
        <w:sz w:val="18"/>
        <w:szCs w:val="18"/>
      </w:rPr>
      <w:tab/>
      <w:t xml:space="preserve">     A/k  EE 377700771001235860 LHV Pank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AEC41" w14:textId="77777777" w:rsidR="00074AF2" w:rsidRDefault="00074AF2" w:rsidP="00971461">
      <w:pPr>
        <w:spacing w:after="0" w:line="240" w:lineRule="auto"/>
      </w:pPr>
      <w:r>
        <w:separator/>
      </w:r>
    </w:p>
  </w:footnote>
  <w:footnote w:type="continuationSeparator" w:id="0">
    <w:p w14:paraId="5D7471BE" w14:textId="77777777" w:rsidR="00074AF2" w:rsidRDefault="00074AF2" w:rsidP="00971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9416A" w14:textId="77777777" w:rsidR="0050430A" w:rsidRPr="00235D44" w:rsidRDefault="0050430A" w:rsidP="00235D44">
    <w:pPr>
      <w:spacing w:after="0" w:line="276" w:lineRule="auto"/>
      <w:ind w:left="1416"/>
      <w:rPr>
        <w:rFonts w:ascii="Comic Sans MS" w:eastAsia="Calibri" w:hAnsi="Comic Sans MS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08C95" w14:textId="77777777" w:rsidR="0050430A" w:rsidRDefault="0050430A" w:rsidP="00C2110A">
    <w:pPr>
      <w:pStyle w:val="Header"/>
      <w:tabs>
        <w:tab w:val="clear" w:pos="4536"/>
        <w:tab w:val="clear" w:pos="9072"/>
        <w:tab w:val="left" w:pos="5790"/>
      </w:tabs>
      <w:jc w:val="center"/>
      <w:rPr>
        <w:rFonts w:ascii="Comic Sans MS" w:eastAsia="Calibri" w:hAnsi="Comic Sans MS" w:cs="Times New Roman"/>
        <w:noProof/>
        <w:sz w:val="28"/>
        <w:szCs w:val="28"/>
        <w:lang w:eastAsia="et-EE"/>
      </w:rPr>
    </w:pPr>
    <w:r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EE52BE" wp14:editId="37E91645">
              <wp:simplePos x="0" y="0"/>
              <wp:positionH relativeFrom="column">
                <wp:posOffset>4979440</wp:posOffset>
              </wp:positionH>
              <wp:positionV relativeFrom="paragraph">
                <wp:posOffset>-133375</wp:posOffset>
              </wp:positionV>
              <wp:extent cx="1072862" cy="995795"/>
              <wp:effectExtent l="0" t="0" r="13335" b="13970"/>
              <wp:wrapNone/>
              <wp:docPr id="1305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072862" cy="995795"/>
                        <a:chOff x="0" y="0"/>
                        <a:chExt cx="2073" cy="2070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 bwMode="auto">
                        <a:xfrm>
                          <a:off x="2" y="0"/>
                          <a:ext cx="2068" cy="2068"/>
                          <a:chOff x="2" y="0"/>
                          <a:chExt cx="2068" cy="2068"/>
                        </a:xfrm>
                      </wpg:grpSpPr>
                      <wps:wsp>
                        <wps:cNvPr id="35" name="Freeform 3"/>
                        <wps:cNvSpPr>
                          <a:spLocks/>
                        </wps:cNvSpPr>
                        <wps:spPr bwMode="auto">
                          <a:xfrm>
                            <a:off x="2" y="0"/>
                            <a:ext cx="2068" cy="2068"/>
                          </a:xfrm>
                          <a:custGeom>
                            <a:avLst/>
                            <a:gdLst>
                              <a:gd name="T0" fmla="*/ 1711 w 2068"/>
                              <a:gd name="T1" fmla="*/ 0 h 2068"/>
                              <a:gd name="T2" fmla="*/ 358 w 2068"/>
                              <a:gd name="T3" fmla="*/ 0 h 2068"/>
                              <a:gd name="T4" fmla="*/ 329 w 2068"/>
                              <a:gd name="T5" fmla="*/ 1 h 2068"/>
                              <a:gd name="T6" fmla="*/ 245 w 2068"/>
                              <a:gd name="T7" fmla="*/ 18 h 2068"/>
                              <a:gd name="T8" fmla="*/ 170 w 2068"/>
                              <a:gd name="T9" fmla="*/ 53 h 2068"/>
                              <a:gd name="T10" fmla="*/ 105 w 2068"/>
                              <a:gd name="T11" fmla="*/ 105 h 2068"/>
                              <a:gd name="T12" fmla="*/ 54 w 2068"/>
                              <a:gd name="T13" fmla="*/ 169 h 2068"/>
                              <a:gd name="T14" fmla="*/ 19 w 2068"/>
                              <a:gd name="T15" fmla="*/ 244 h 2068"/>
                              <a:gd name="T16" fmla="*/ 2 w 2068"/>
                              <a:gd name="T17" fmla="*/ 328 h 2068"/>
                              <a:gd name="T18" fmla="*/ 0 w 2068"/>
                              <a:gd name="T19" fmla="*/ 357 h 2068"/>
                              <a:gd name="T20" fmla="*/ 0 w 2068"/>
                              <a:gd name="T21" fmla="*/ 1710 h 2068"/>
                              <a:gd name="T22" fmla="*/ 11 w 2068"/>
                              <a:gd name="T23" fmla="*/ 1796 h 2068"/>
                              <a:gd name="T24" fmla="*/ 40 w 2068"/>
                              <a:gd name="T25" fmla="*/ 1874 h 2068"/>
                              <a:gd name="T26" fmla="*/ 87 w 2068"/>
                              <a:gd name="T27" fmla="*/ 1943 h 2068"/>
                              <a:gd name="T28" fmla="*/ 147 w 2068"/>
                              <a:gd name="T29" fmla="*/ 1999 h 2068"/>
                              <a:gd name="T30" fmla="*/ 219 w 2068"/>
                              <a:gd name="T31" fmla="*/ 2040 h 2068"/>
                              <a:gd name="T32" fmla="*/ 300 w 2068"/>
                              <a:gd name="T33" fmla="*/ 2063 h 2068"/>
                              <a:gd name="T34" fmla="*/ 358 w 2068"/>
                              <a:gd name="T35" fmla="*/ 2068 h 2068"/>
                              <a:gd name="T36" fmla="*/ 1711 w 2068"/>
                              <a:gd name="T37" fmla="*/ 2068 h 2068"/>
                              <a:gd name="T38" fmla="*/ 1797 w 2068"/>
                              <a:gd name="T39" fmla="*/ 2057 h 2068"/>
                              <a:gd name="T40" fmla="*/ 1875 w 2068"/>
                              <a:gd name="T41" fmla="*/ 2028 h 2068"/>
                              <a:gd name="T42" fmla="*/ 1943 w 2068"/>
                              <a:gd name="T43" fmla="*/ 1982 h 2068"/>
                              <a:gd name="T44" fmla="*/ 1999 w 2068"/>
                              <a:gd name="T45" fmla="*/ 1921 h 2068"/>
                              <a:gd name="T46" fmla="*/ 2040 w 2068"/>
                              <a:gd name="T47" fmla="*/ 1849 h 2068"/>
                              <a:gd name="T48" fmla="*/ 2064 w 2068"/>
                              <a:gd name="T49" fmla="*/ 1768 h 2068"/>
                              <a:gd name="T50" fmla="*/ 2069 w 2068"/>
                              <a:gd name="T51" fmla="*/ 1710 h 2068"/>
                              <a:gd name="T52" fmla="*/ 2069 w 2068"/>
                              <a:gd name="T53" fmla="*/ 357 h 2068"/>
                              <a:gd name="T54" fmla="*/ 2058 w 2068"/>
                              <a:gd name="T55" fmla="*/ 271 h 2068"/>
                              <a:gd name="T56" fmla="*/ 2029 w 2068"/>
                              <a:gd name="T57" fmla="*/ 193 h 2068"/>
                              <a:gd name="T58" fmla="*/ 1982 w 2068"/>
                              <a:gd name="T59" fmla="*/ 125 h 2068"/>
                              <a:gd name="T60" fmla="*/ 1922 w 2068"/>
                              <a:gd name="T61" fmla="*/ 69 h 2068"/>
                              <a:gd name="T62" fmla="*/ 1850 w 2068"/>
                              <a:gd name="T63" fmla="*/ 28 h 2068"/>
                              <a:gd name="T64" fmla="*/ 1769 w 2068"/>
                              <a:gd name="T65" fmla="*/ 4 h 2068"/>
                              <a:gd name="T66" fmla="*/ 1711 w 2068"/>
                              <a:gd name="T67" fmla="*/ 0 h 2068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w 2068"/>
                              <a:gd name="T103" fmla="*/ 0 h 2068"/>
                              <a:gd name="T104" fmla="*/ 2068 w 2068"/>
                              <a:gd name="T105" fmla="*/ 2068 h 2068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T102" t="T103" r="T104" b="T105"/>
                            <a:pathLst>
                              <a:path w="2068" h="2068">
                                <a:moveTo>
                                  <a:pt x="1711" y="0"/>
                                </a:moveTo>
                                <a:lnTo>
                                  <a:pt x="358" y="0"/>
                                </a:lnTo>
                                <a:lnTo>
                                  <a:pt x="329" y="1"/>
                                </a:lnTo>
                                <a:lnTo>
                                  <a:pt x="245" y="18"/>
                                </a:lnTo>
                                <a:lnTo>
                                  <a:pt x="170" y="53"/>
                                </a:lnTo>
                                <a:lnTo>
                                  <a:pt x="105" y="105"/>
                                </a:lnTo>
                                <a:lnTo>
                                  <a:pt x="54" y="169"/>
                                </a:lnTo>
                                <a:lnTo>
                                  <a:pt x="19" y="244"/>
                                </a:lnTo>
                                <a:lnTo>
                                  <a:pt x="2" y="328"/>
                                </a:lnTo>
                                <a:lnTo>
                                  <a:pt x="0" y="357"/>
                                </a:lnTo>
                                <a:lnTo>
                                  <a:pt x="0" y="1710"/>
                                </a:lnTo>
                                <a:lnTo>
                                  <a:pt x="11" y="1796"/>
                                </a:lnTo>
                                <a:lnTo>
                                  <a:pt x="40" y="1874"/>
                                </a:lnTo>
                                <a:lnTo>
                                  <a:pt x="87" y="1943"/>
                                </a:lnTo>
                                <a:lnTo>
                                  <a:pt x="147" y="1999"/>
                                </a:lnTo>
                                <a:lnTo>
                                  <a:pt x="219" y="2040"/>
                                </a:lnTo>
                                <a:lnTo>
                                  <a:pt x="300" y="2063"/>
                                </a:lnTo>
                                <a:lnTo>
                                  <a:pt x="358" y="2068"/>
                                </a:lnTo>
                                <a:lnTo>
                                  <a:pt x="1711" y="2068"/>
                                </a:lnTo>
                                <a:lnTo>
                                  <a:pt x="1797" y="2057"/>
                                </a:lnTo>
                                <a:lnTo>
                                  <a:pt x="1875" y="2028"/>
                                </a:lnTo>
                                <a:lnTo>
                                  <a:pt x="1943" y="1982"/>
                                </a:lnTo>
                                <a:lnTo>
                                  <a:pt x="1999" y="1921"/>
                                </a:lnTo>
                                <a:lnTo>
                                  <a:pt x="2040" y="1849"/>
                                </a:lnTo>
                                <a:lnTo>
                                  <a:pt x="2064" y="1768"/>
                                </a:lnTo>
                                <a:lnTo>
                                  <a:pt x="2069" y="1710"/>
                                </a:lnTo>
                                <a:lnTo>
                                  <a:pt x="2069" y="357"/>
                                </a:lnTo>
                                <a:lnTo>
                                  <a:pt x="2058" y="271"/>
                                </a:lnTo>
                                <a:lnTo>
                                  <a:pt x="2029" y="193"/>
                                </a:lnTo>
                                <a:lnTo>
                                  <a:pt x="1982" y="125"/>
                                </a:lnTo>
                                <a:lnTo>
                                  <a:pt x="1922" y="69"/>
                                </a:lnTo>
                                <a:lnTo>
                                  <a:pt x="1850" y="28"/>
                                </a:lnTo>
                                <a:lnTo>
                                  <a:pt x="1769" y="4"/>
                                </a:lnTo>
                                <a:lnTo>
                                  <a:pt x="17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F1B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grpSp>
                    <wpg:grpSp>
                      <wpg:cNvPr id="3" name="Group 4"/>
                      <wpg:cNvGrpSpPr>
                        <a:grpSpLocks/>
                      </wpg:cNvGrpSpPr>
                      <wpg:grpSpPr bwMode="auto">
                        <a:xfrm>
                          <a:off x="2" y="483"/>
                          <a:ext cx="2068" cy="1585"/>
                          <a:chOff x="2" y="483"/>
                          <a:chExt cx="2068" cy="1585"/>
                        </a:xfrm>
                      </wpg:grpSpPr>
                      <wps:wsp>
                        <wps:cNvPr id="33" name="Freeform 5"/>
                        <wps:cNvSpPr>
                          <a:spLocks/>
                        </wps:cNvSpPr>
                        <wps:spPr bwMode="auto">
                          <a:xfrm>
                            <a:off x="2" y="483"/>
                            <a:ext cx="2068" cy="1585"/>
                          </a:xfrm>
                          <a:custGeom>
                            <a:avLst/>
                            <a:gdLst>
                              <a:gd name="T0" fmla="*/ 2069 w 2068"/>
                              <a:gd name="T1" fmla="*/ 0 h 1585"/>
                              <a:gd name="T2" fmla="*/ 610 w 2068"/>
                              <a:gd name="T3" fmla="*/ 385 h 1585"/>
                              <a:gd name="T4" fmla="*/ 122 w 2068"/>
                              <a:gd name="T5" fmla="*/ 521 h 1585"/>
                              <a:gd name="T6" fmla="*/ 57 w 2068"/>
                              <a:gd name="T7" fmla="*/ 577 h 1585"/>
                              <a:gd name="T8" fmla="*/ 7 w 2068"/>
                              <a:gd name="T9" fmla="*/ 635 h 1585"/>
                              <a:gd name="T10" fmla="*/ 0 w 2068"/>
                              <a:gd name="T11" fmla="*/ 645 h 1585"/>
                              <a:gd name="T12" fmla="*/ 0 w 2068"/>
                              <a:gd name="T13" fmla="*/ 1020 h 1585"/>
                              <a:gd name="T14" fmla="*/ 45 w 2068"/>
                              <a:gd name="T15" fmla="*/ 1072 h 1585"/>
                              <a:gd name="T16" fmla="*/ 128 w 2068"/>
                              <a:gd name="T17" fmla="*/ 1145 h 1585"/>
                              <a:gd name="T18" fmla="*/ 189 w 2068"/>
                              <a:gd name="T19" fmla="*/ 1194 h 1585"/>
                              <a:gd name="T20" fmla="*/ 254 w 2068"/>
                              <a:gd name="T21" fmla="*/ 1243 h 1585"/>
                              <a:gd name="T22" fmla="*/ 322 w 2068"/>
                              <a:gd name="T23" fmla="*/ 1291 h 1585"/>
                              <a:gd name="T24" fmla="*/ 393 w 2068"/>
                              <a:gd name="T25" fmla="*/ 1339 h 1585"/>
                              <a:gd name="T26" fmla="*/ 466 w 2068"/>
                              <a:gd name="T27" fmla="*/ 1386 h 1585"/>
                              <a:gd name="T28" fmla="*/ 542 w 2068"/>
                              <a:gd name="T29" fmla="*/ 1432 h 1585"/>
                              <a:gd name="T30" fmla="*/ 619 w 2068"/>
                              <a:gd name="T31" fmla="*/ 1477 h 1585"/>
                              <a:gd name="T32" fmla="*/ 697 w 2068"/>
                              <a:gd name="T33" fmla="*/ 1521 h 1585"/>
                              <a:gd name="T34" fmla="*/ 776 w 2068"/>
                              <a:gd name="T35" fmla="*/ 1564 h 1585"/>
                              <a:gd name="T36" fmla="*/ 814 w 2068"/>
                              <a:gd name="T37" fmla="*/ 1585 h 1585"/>
                              <a:gd name="T38" fmla="*/ 1492 w 2068"/>
                              <a:gd name="T39" fmla="*/ 1585 h 1585"/>
                              <a:gd name="T40" fmla="*/ 1485 w 2068"/>
                              <a:gd name="T41" fmla="*/ 1550 h 1585"/>
                              <a:gd name="T42" fmla="*/ 1475 w 2068"/>
                              <a:gd name="T43" fmla="*/ 1511 h 1585"/>
                              <a:gd name="T44" fmla="*/ 1456 w 2068"/>
                              <a:gd name="T45" fmla="*/ 1434 h 1585"/>
                              <a:gd name="T46" fmla="*/ 1447 w 2068"/>
                              <a:gd name="T47" fmla="*/ 1395 h 1585"/>
                              <a:gd name="T48" fmla="*/ 1431 w 2068"/>
                              <a:gd name="T49" fmla="*/ 1321 h 1585"/>
                              <a:gd name="T50" fmla="*/ 1419 w 2068"/>
                              <a:gd name="T51" fmla="*/ 1249 h 1585"/>
                              <a:gd name="T52" fmla="*/ 1413 w 2068"/>
                              <a:gd name="T53" fmla="*/ 1186 h 1585"/>
                              <a:gd name="T54" fmla="*/ 1333 w 2068"/>
                              <a:gd name="T55" fmla="*/ 1186 h 1585"/>
                              <a:gd name="T56" fmla="*/ 1240 w 2068"/>
                              <a:gd name="T57" fmla="*/ 1178 h 1585"/>
                              <a:gd name="T58" fmla="*/ 1137 w 2068"/>
                              <a:gd name="T59" fmla="*/ 1160 h 1585"/>
                              <a:gd name="T60" fmla="*/ 1029 w 2068"/>
                              <a:gd name="T61" fmla="*/ 1134 h 1585"/>
                              <a:gd name="T62" fmla="*/ 918 w 2068"/>
                              <a:gd name="T63" fmla="*/ 1102 h 1585"/>
                              <a:gd name="T64" fmla="*/ 809 w 2068"/>
                              <a:gd name="T65" fmla="*/ 1066 h 1585"/>
                              <a:gd name="T66" fmla="*/ 706 w 2068"/>
                              <a:gd name="T67" fmla="*/ 1027 h 1585"/>
                              <a:gd name="T68" fmla="*/ 611 w 2068"/>
                              <a:gd name="T69" fmla="*/ 987 h 1585"/>
                              <a:gd name="T70" fmla="*/ 529 w 2068"/>
                              <a:gd name="T71" fmla="*/ 948 h 1585"/>
                              <a:gd name="T72" fmla="*/ 425 w 2068"/>
                              <a:gd name="T73" fmla="*/ 888 h 1585"/>
                              <a:gd name="T74" fmla="*/ 366 w 2068"/>
                              <a:gd name="T75" fmla="*/ 843 h 1585"/>
                              <a:gd name="T76" fmla="*/ 326 w 2068"/>
                              <a:gd name="T77" fmla="*/ 780 h 1585"/>
                              <a:gd name="T78" fmla="*/ 324 w 2068"/>
                              <a:gd name="T79" fmla="*/ 759 h 1585"/>
                              <a:gd name="T80" fmla="*/ 328 w 2068"/>
                              <a:gd name="T81" fmla="*/ 740 h 1585"/>
                              <a:gd name="T82" fmla="*/ 370 w 2068"/>
                              <a:gd name="T83" fmla="*/ 683 h 1585"/>
                              <a:gd name="T84" fmla="*/ 421 w 2068"/>
                              <a:gd name="T85" fmla="*/ 647 h 1585"/>
                              <a:gd name="T86" fmla="*/ 489 w 2068"/>
                              <a:gd name="T87" fmla="*/ 611 h 1585"/>
                              <a:gd name="T88" fmla="*/ 571 w 2068"/>
                              <a:gd name="T89" fmla="*/ 576 h 1585"/>
                              <a:gd name="T90" fmla="*/ 666 w 2068"/>
                              <a:gd name="T91" fmla="*/ 542 h 1585"/>
                              <a:gd name="T92" fmla="*/ 2069 w 2068"/>
                              <a:gd name="T93" fmla="*/ 103 h 1585"/>
                              <a:gd name="T94" fmla="*/ 2069 w 2068"/>
                              <a:gd name="T95" fmla="*/ 0 h 1585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w 2068"/>
                              <a:gd name="T145" fmla="*/ 0 h 1585"/>
                              <a:gd name="T146" fmla="*/ 2068 w 2068"/>
                              <a:gd name="T147" fmla="*/ 1585 h 1585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T144" t="T145" r="T146" b="T147"/>
                            <a:pathLst>
                              <a:path w="2068" h="1585">
                                <a:moveTo>
                                  <a:pt x="2069" y="0"/>
                                </a:moveTo>
                                <a:lnTo>
                                  <a:pt x="610" y="385"/>
                                </a:lnTo>
                                <a:lnTo>
                                  <a:pt x="122" y="521"/>
                                </a:lnTo>
                                <a:lnTo>
                                  <a:pt x="57" y="577"/>
                                </a:lnTo>
                                <a:lnTo>
                                  <a:pt x="7" y="635"/>
                                </a:lnTo>
                                <a:lnTo>
                                  <a:pt x="0" y="645"/>
                                </a:lnTo>
                                <a:lnTo>
                                  <a:pt x="0" y="1020"/>
                                </a:lnTo>
                                <a:lnTo>
                                  <a:pt x="45" y="1072"/>
                                </a:lnTo>
                                <a:lnTo>
                                  <a:pt x="128" y="1145"/>
                                </a:lnTo>
                                <a:lnTo>
                                  <a:pt x="189" y="1194"/>
                                </a:lnTo>
                                <a:lnTo>
                                  <a:pt x="254" y="1243"/>
                                </a:lnTo>
                                <a:lnTo>
                                  <a:pt x="322" y="1291"/>
                                </a:lnTo>
                                <a:lnTo>
                                  <a:pt x="393" y="1339"/>
                                </a:lnTo>
                                <a:lnTo>
                                  <a:pt x="466" y="1386"/>
                                </a:lnTo>
                                <a:lnTo>
                                  <a:pt x="542" y="1432"/>
                                </a:lnTo>
                                <a:lnTo>
                                  <a:pt x="619" y="1477"/>
                                </a:lnTo>
                                <a:lnTo>
                                  <a:pt x="697" y="1521"/>
                                </a:lnTo>
                                <a:lnTo>
                                  <a:pt x="776" y="1564"/>
                                </a:lnTo>
                                <a:lnTo>
                                  <a:pt x="814" y="1585"/>
                                </a:lnTo>
                                <a:lnTo>
                                  <a:pt x="1492" y="1585"/>
                                </a:lnTo>
                                <a:lnTo>
                                  <a:pt x="1485" y="1550"/>
                                </a:lnTo>
                                <a:lnTo>
                                  <a:pt x="1475" y="1511"/>
                                </a:lnTo>
                                <a:lnTo>
                                  <a:pt x="1456" y="1434"/>
                                </a:lnTo>
                                <a:lnTo>
                                  <a:pt x="1447" y="1395"/>
                                </a:lnTo>
                                <a:lnTo>
                                  <a:pt x="1431" y="1321"/>
                                </a:lnTo>
                                <a:lnTo>
                                  <a:pt x="1419" y="1249"/>
                                </a:lnTo>
                                <a:lnTo>
                                  <a:pt x="1413" y="1186"/>
                                </a:lnTo>
                                <a:lnTo>
                                  <a:pt x="1333" y="1186"/>
                                </a:lnTo>
                                <a:lnTo>
                                  <a:pt x="1240" y="1178"/>
                                </a:lnTo>
                                <a:lnTo>
                                  <a:pt x="1137" y="1160"/>
                                </a:lnTo>
                                <a:lnTo>
                                  <a:pt x="1029" y="1134"/>
                                </a:lnTo>
                                <a:lnTo>
                                  <a:pt x="918" y="1102"/>
                                </a:lnTo>
                                <a:lnTo>
                                  <a:pt x="809" y="1066"/>
                                </a:lnTo>
                                <a:lnTo>
                                  <a:pt x="706" y="1027"/>
                                </a:lnTo>
                                <a:lnTo>
                                  <a:pt x="611" y="987"/>
                                </a:lnTo>
                                <a:lnTo>
                                  <a:pt x="529" y="948"/>
                                </a:lnTo>
                                <a:lnTo>
                                  <a:pt x="425" y="888"/>
                                </a:lnTo>
                                <a:lnTo>
                                  <a:pt x="366" y="843"/>
                                </a:lnTo>
                                <a:lnTo>
                                  <a:pt x="326" y="780"/>
                                </a:lnTo>
                                <a:lnTo>
                                  <a:pt x="324" y="759"/>
                                </a:lnTo>
                                <a:lnTo>
                                  <a:pt x="328" y="740"/>
                                </a:lnTo>
                                <a:lnTo>
                                  <a:pt x="370" y="683"/>
                                </a:lnTo>
                                <a:lnTo>
                                  <a:pt x="421" y="647"/>
                                </a:lnTo>
                                <a:lnTo>
                                  <a:pt x="489" y="611"/>
                                </a:lnTo>
                                <a:lnTo>
                                  <a:pt x="571" y="576"/>
                                </a:lnTo>
                                <a:lnTo>
                                  <a:pt x="666" y="542"/>
                                </a:lnTo>
                                <a:lnTo>
                                  <a:pt x="2069" y="103"/>
                                </a:lnTo>
                                <a:lnTo>
                                  <a:pt x="20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4" name="Freeform 6"/>
                        <wps:cNvSpPr>
                          <a:spLocks/>
                        </wps:cNvSpPr>
                        <wps:spPr bwMode="auto">
                          <a:xfrm>
                            <a:off x="2" y="483"/>
                            <a:ext cx="2068" cy="1585"/>
                          </a:xfrm>
                          <a:custGeom>
                            <a:avLst/>
                            <a:gdLst>
                              <a:gd name="T0" fmla="*/ 1413 w 2068"/>
                              <a:gd name="T1" fmla="*/ 1182 h 1585"/>
                              <a:gd name="T2" fmla="*/ 1375 w 2068"/>
                              <a:gd name="T3" fmla="*/ 1186 h 1585"/>
                              <a:gd name="T4" fmla="*/ 1333 w 2068"/>
                              <a:gd name="T5" fmla="*/ 1186 h 1585"/>
                              <a:gd name="T6" fmla="*/ 1413 w 2068"/>
                              <a:gd name="T7" fmla="*/ 1186 h 1585"/>
                              <a:gd name="T8" fmla="*/ 1413 w 2068"/>
                              <a:gd name="T9" fmla="*/ 1182 h 158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2068"/>
                              <a:gd name="T16" fmla="*/ 0 h 1585"/>
                              <a:gd name="T17" fmla="*/ 2068 w 2068"/>
                              <a:gd name="T18" fmla="*/ 1585 h 158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2068" h="1585">
                                <a:moveTo>
                                  <a:pt x="1413" y="1182"/>
                                </a:moveTo>
                                <a:lnTo>
                                  <a:pt x="1375" y="1186"/>
                                </a:lnTo>
                                <a:lnTo>
                                  <a:pt x="1333" y="1186"/>
                                </a:lnTo>
                                <a:lnTo>
                                  <a:pt x="1413" y="1186"/>
                                </a:lnTo>
                                <a:lnTo>
                                  <a:pt x="1413" y="1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grpSp>
                    <wpg:grpSp>
                      <wpg:cNvPr id="4" name="Group 7"/>
                      <wpg:cNvGrpSpPr>
                        <a:grpSpLocks/>
                      </wpg:cNvGrpSpPr>
                      <wpg:grpSpPr bwMode="auto">
                        <a:xfrm>
                          <a:off x="410" y="538"/>
                          <a:ext cx="1661" cy="477"/>
                          <a:chOff x="410" y="538"/>
                          <a:chExt cx="1661" cy="477"/>
                        </a:xfrm>
                      </wpg:grpSpPr>
                      <wps:wsp>
                        <wps:cNvPr id="21" name="Freeform 8"/>
                        <wps:cNvSpPr>
                          <a:spLocks/>
                        </wps:cNvSpPr>
                        <wps:spPr bwMode="auto">
                          <a:xfrm>
                            <a:off x="410" y="538"/>
                            <a:ext cx="1661" cy="477"/>
                          </a:xfrm>
                          <a:custGeom>
                            <a:avLst/>
                            <a:gdLst>
                              <a:gd name="T0" fmla="*/ 1661 w 1661"/>
                              <a:gd name="T1" fmla="*/ 0 h 477"/>
                              <a:gd name="T2" fmla="*/ 1631 w 1661"/>
                              <a:gd name="T3" fmla="*/ 8 h 477"/>
                              <a:gd name="T4" fmla="*/ 1635 w 1661"/>
                              <a:gd name="T5" fmla="*/ 23 h 477"/>
                              <a:gd name="T6" fmla="*/ 1661 w 1661"/>
                              <a:gd name="T7" fmla="*/ 16 h 477"/>
                              <a:gd name="T8" fmla="*/ 1661 w 1661"/>
                              <a:gd name="T9" fmla="*/ 0 h 47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661"/>
                              <a:gd name="T16" fmla="*/ 0 h 477"/>
                              <a:gd name="T17" fmla="*/ 1661 w 1661"/>
                              <a:gd name="T18" fmla="*/ 477 h 47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661" h="477">
                                <a:moveTo>
                                  <a:pt x="1661" y="0"/>
                                </a:moveTo>
                                <a:lnTo>
                                  <a:pt x="1631" y="8"/>
                                </a:lnTo>
                                <a:lnTo>
                                  <a:pt x="1635" y="23"/>
                                </a:lnTo>
                                <a:lnTo>
                                  <a:pt x="1661" y="16"/>
                                </a:lnTo>
                                <a:lnTo>
                                  <a:pt x="16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" name="Freeform 9"/>
                        <wps:cNvSpPr>
                          <a:spLocks/>
                        </wps:cNvSpPr>
                        <wps:spPr bwMode="auto">
                          <a:xfrm>
                            <a:off x="410" y="538"/>
                            <a:ext cx="1661" cy="477"/>
                          </a:xfrm>
                          <a:custGeom>
                            <a:avLst/>
                            <a:gdLst>
                              <a:gd name="T0" fmla="*/ 1557 w 1661"/>
                              <a:gd name="T1" fmla="*/ 29 h 477"/>
                              <a:gd name="T2" fmla="*/ 1483 w 1661"/>
                              <a:gd name="T3" fmla="*/ 49 h 477"/>
                              <a:gd name="T4" fmla="*/ 1487 w 1661"/>
                              <a:gd name="T5" fmla="*/ 64 h 477"/>
                              <a:gd name="T6" fmla="*/ 1561 w 1661"/>
                              <a:gd name="T7" fmla="*/ 43 h 477"/>
                              <a:gd name="T8" fmla="*/ 1557 w 1661"/>
                              <a:gd name="T9" fmla="*/ 29 h 47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661"/>
                              <a:gd name="T16" fmla="*/ 0 h 477"/>
                              <a:gd name="T17" fmla="*/ 1661 w 1661"/>
                              <a:gd name="T18" fmla="*/ 477 h 47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661" h="477">
                                <a:moveTo>
                                  <a:pt x="1557" y="29"/>
                                </a:moveTo>
                                <a:lnTo>
                                  <a:pt x="1483" y="49"/>
                                </a:lnTo>
                                <a:lnTo>
                                  <a:pt x="1487" y="64"/>
                                </a:lnTo>
                                <a:lnTo>
                                  <a:pt x="1561" y="43"/>
                                </a:lnTo>
                                <a:lnTo>
                                  <a:pt x="1557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" name="Freeform 10"/>
                        <wps:cNvSpPr>
                          <a:spLocks/>
                        </wps:cNvSpPr>
                        <wps:spPr bwMode="auto">
                          <a:xfrm>
                            <a:off x="410" y="538"/>
                            <a:ext cx="1661" cy="477"/>
                          </a:xfrm>
                          <a:custGeom>
                            <a:avLst/>
                            <a:gdLst>
                              <a:gd name="T0" fmla="*/ 1408 w 1661"/>
                              <a:gd name="T1" fmla="*/ 69 h 477"/>
                              <a:gd name="T2" fmla="*/ 1334 w 1661"/>
                              <a:gd name="T3" fmla="*/ 90 h 477"/>
                              <a:gd name="T4" fmla="*/ 1338 w 1661"/>
                              <a:gd name="T5" fmla="*/ 104 h 477"/>
                              <a:gd name="T6" fmla="*/ 1412 w 1661"/>
                              <a:gd name="T7" fmla="*/ 84 h 477"/>
                              <a:gd name="T8" fmla="*/ 1408 w 1661"/>
                              <a:gd name="T9" fmla="*/ 69 h 47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661"/>
                              <a:gd name="T16" fmla="*/ 0 h 477"/>
                              <a:gd name="T17" fmla="*/ 1661 w 1661"/>
                              <a:gd name="T18" fmla="*/ 477 h 47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661" h="477">
                                <a:moveTo>
                                  <a:pt x="1408" y="69"/>
                                </a:moveTo>
                                <a:lnTo>
                                  <a:pt x="1334" y="90"/>
                                </a:lnTo>
                                <a:lnTo>
                                  <a:pt x="1338" y="104"/>
                                </a:lnTo>
                                <a:lnTo>
                                  <a:pt x="1412" y="84"/>
                                </a:lnTo>
                                <a:lnTo>
                                  <a:pt x="1408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" name="Freeform 11"/>
                        <wps:cNvSpPr>
                          <a:spLocks/>
                        </wps:cNvSpPr>
                        <wps:spPr bwMode="auto">
                          <a:xfrm>
                            <a:off x="410" y="538"/>
                            <a:ext cx="1661" cy="477"/>
                          </a:xfrm>
                          <a:custGeom>
                            <a:avLst/>
                            <a:gdLst>
                              <a:gd name="T0" fmla="*/ 1260 w 1661"/>
                              <a:gd name="T1" fmla="*/ 110 h 477"/>
                              <a:gd name="T2" fmla="*/ 1186 w 1661"/>
                              <a:gd name="T3" fmla="*/ 130 h 477"/>
                              <a:gd name="T4" fmla="*/ 1190 w 1661"/>
                              <a:gd name="T5" fmla="*/ 145 h 477"/>
                              <a:gd name="T6" fmla="*/ 1264 w 1661"/>
                              <a:gd name="T7" fmla="*/ 125 h 477"/>
                              <a:gd name="T8" fmla="*/ 1260 w 1661"/>
                              <a:gd name="T9" fmla="*/ 110 h 47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661"/>
                              <a:gd name="T16" fmla="*/ 0 h 477"/>
                              <a:gd name="T17" fmla="*/ 1661 w 1661"/>
                              <a:gd name="T18" fmla="*/ 477 h 47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661" h="477">
                                <a:moveTo>
                                  <a:pt x="1260" y="110"/>
                                </a:moveTo>
                                <a:lnTo>
                                  <a:pt x="1186" y="130"/>
                                </a:lnTo>
                                <a:lnTo>
                                  <a:pt x="1190" y="145"/>
                                </a:lnTo>
                                <a:lnTo>
                                  <a:pt x="1264" y="125"/>
                                </a:lnTo>
                                <a:lnTo>
                                  <a:pt x="1260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" name="Freeform 12"/>
                        <wps:cNvSpPr>
                          <a:spLocks/>
                        </wps:cNvSpPr>
                        <wps:spPr bwMode="auto">
                          <a:xfrm>
                            <a:off x="410" y="538"/>
                            <a:ext cx="1661" cy="477"/>
                          </a:xfrm>
                          <a:custGeom>
                            <a:avLst/>
                            <a:gdLst>
                              <a:gd name="T0" fmla="*/ 1112 w 1661"/>
                              <a:gd name="T1" fmla="*/ 151 h 477"/>
                              <a:gd name="T2" fmla="*/ 1037 w 1661"/>
                              <a:gd name="T3" fmla="*/ 171 h 477"/>
                              <a:gd name="T4" fmla="*/ 1041 w 1661"/>
                              <a:gd name="T5" fmla="*/ 186 h 477"/>
                              <a:gd name="T6" fmla="*/ 1116 w 1661"/>
                              <a:gd name="T7" fmla="*/ 165 h 477"/>
                              <a:gd name="T8" fmla="*/ 1112 w 1661"/>
                              <a:gd name="T9" fmla="*/ 151 h 47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661"/>
                              <a:gd name="T16" fmla="*/ 0 h 477"/>
                              <a:gd name="T17" fmla="*/ 1661 w 1661"/>
                              <a:gd name="T18" fmla="*/ 477 h 47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661" h="477">
                                <a:moveTo>
                                  <a:pt x="1112" y="151"/>
                                </a:moveTo>
                                <a:lnTo>
                                  <a:pt x="1037" y="171"/>
                                </a:lnTo>
                                <a:lnTo>
                                  <a:pt x="1041" y="186"/>
                                </a:lnTo>
                                <a:lnTo>
                                  <a:pt x="1116" y="165"/>
                                </a:lnTo>
                                <a:lnTo>
                                  <a:pt x="1112" y="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" name="Freeform 13"/>
                        <wps:cNvSpPr>
                          <a:spLocks/>
                        </wps:cNvSpPr>
                        <wps:spPr bwMode="auto">
                          <a:xfrm>
                            <a:off x="410" y="538"/>
                            <a:ext cx="1661" cy="477"/>
                          </a:xfrm>
                          <a:custGeom>
                            <a:avLst/>
                            <a:gdLst>
                              <a:gd name="T0" fmla="*/ 963 w 1661"/>
                              <a:gd name="T1" fmla="*/ 191 h 477"/>
                              <a:gd name="T2" fmla="*/ 889 w 1661"/>
                              <a:gd name="T3" fmla="*/ 212 h 477"/>
                              <a:gd name="T4" fmla="*/ 893 w 1661"/>
                              <a:gd name="T5" fmla="*/ 227 h 477"/>
                              <a:gd name="T6" fmla="*/ 967 w 1661"/>
                              <a:gd name="T7" fmla="*/ 206 h 477"/>
                              <a:gd name="T8" fmla="*/ 963 w 1661"/>
                              <a:gd name="T9" fmla="*/ 191 h 47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661"/>
                              <a:gd name="T16" fmla="*/ 0 h 477"/>
                              <a:gd name="T17" fmla="*/ 1661 w 1661"/>
                              <a:gd name="T18" fmla="*/ 477 h 47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661" h="477">
                                <a:moveTo>
                                  <a:pt x="963" y="191"/>
                                </a:moveTo>
                                <a:lnTo>
                                  <a:pt x="889" y="212"/>
                                </a:lnTo>
                                <a:lnTo>
                                  <a:pt x="893" y="227"/>
                                </a:lnTo>
                                <a:lnTo>
                                  <a:pt x="967" y="206"/>
                                </a:lnTo>
                                <a:lnTo>
                                  <a:pt x="963" y="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" name="Freeform 14"/>
                        <wps:cNvSpPr>
                          <a:spLocks/>
                        </wps:cNvSpPr>
                        <wps:spPr bwMode="auto">
                          <a:xfrm>
                            <a:off x="410" y="538"/>
                            <a:ext cx="1661" cy="477"/>
                          </a:xfrm>
                          <a:custGeom>
                            <a:avLst/>
                            <a:gdLst>
                              <a:gd name="T0" fmla="*/ 815 w 1661"/>
                              <a:gd name="T1" fmla="*/ 232 h 477"/>
                              <a:gd name="T2" fmla="*/ 741 w 1661"/>
                              <a:gd name="T3" fmla="*/ 253 h 477"/>
                              <a:gd name="T4" fmla="*/ 745 w 1661"/>
                              <a:gd name="T5" fmla="*/ 268 h 477"/>
                              <a:gd name="T6" fmla="*/ 819 w 1661"/>
                              <a:gd name="T7" fmla="*/ 247 h 477"/>
                              <a:gd name="T8" fmla="*/ 815 w 1661"/>
                              <a:gd name="T9" fmla="*/ 232 h 47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661"/>
                              <a:gd name="T16" fmla="*/ 0 h 477"/>
                              <a:gd name="T17" fmla="*/ 1661 w 1661"/>
                              <a:gd name="T18" fmla="*/ 477 h 47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661" h="477">
                                <a:moveTo>
                                  <a:pt x="815" y="232"/>
                                </a:moveTo>
                                <a:lnTo>
                                  <a:pt x="741" y="253"/>
                                </a:lnTo>
                                <a:lnTo>
                                  <a:pt x="745" y="268"/>
                                </a:lnTo>
                                <a:lnTo>
                                  <a:pt x="819" y="247"/>
                                </a:lnTo>
                                <a:lnTo>
                                  <a:pt x="815" y="2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" name="Freeform 15"/>
                        <wps:cNvSpPr>
                          <a:spLocks/>
                        </wps:cNvSpPr>
                        <wps:spPr bwMode="auto">
                          <a:xfrm>
                            <a:off x="410" y="538"/>
                            <a:ext cx="1661" cy="477"/>
                          </a:xfrm>
                          <a:custGeom>
                            <a:avLst/>
                            <a:gdLst>
                              <a:gd name="T0" fmla="*/ 666 w 1661"/>
                              <a:gd name="T1" fmla="*/ 274 h 477"/>
                              <a:gd name="T2" fmla="*/ 592 w 1661"/>
                              <a:gd name="T3" fmla="*/ 294 h 477"/>
                              <a:gd name="T4" fmla="*/ 596 w 1661"/>
                              <a:gd name="T5" fmla="*/ 309 h 477"/>
                              <a:gd name="T6" fmla="*/ 671 w 1661"/>
                              <a:gd name="T7" fmla="*/ 288 h 477"/>
                              <a:gd name="T8" fmla="*/ 666 w 1661"/>
                              <a:gd name="T9" fmla="*/ 274 h 47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661"/>
                              <a:gd name="T16" fmla="*/ 0 h 477"/>
                              <a:gd name="T17" fmla="*/ 1661 w 1661"/>
                              <a:gd name="T18" fmla="*/ 477 h 47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661" h="477">
                                <a:moveTo>
                                  <a:pt x="666" y="274"/>
                                </a:moveTo>
                                <a:lnTo>
                                  <a:pt x="592" y="294"/>
                                </a:lnTo>
                                <a:lnTo>
                                  <a:pt x="596" y="309"/>
                                </a:lnTo>
                                <a:lnTo>
                                  <a:pt x="671" y="288"/>
                                </a:lnTo>
                                <a:lnTo>
                                  <a:pt x="666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" name="Freeform 16"/>
                        <wps:cNvSpPr>
                          <a:spLocks/>
                        </wps:cNvSpPr>
                        <wps:spPr bwMode="auto">
                          <a:xfrm>
                            <a:off x="410" y="538"/>
                            <a:ext cx="1661" cy="477"/>
                          </a:xfrm>
                          <a:custGeom>
                            <a:avLst/>
                            <a:gdLst>
                              <a:gd name="T0" fmla="*/ 518 w 1661"/>
                              <a:gd name="T1" fmla="*/ 315 h 477"/>
                              <a:gd name="T2" fmla="*/ 444 w 1661"/>
                              <a:gd name="T3" fmla="*/ 336 h 477"/>
                              <a:gd name="T4" fmla="*/ 448 w 1661"/>
                              <a:gd name="T5" fmla="*/ 351 h 477"/>
                              <a:gd name="T6" fmla="*/ 522 w 1661"/>
                              <a:gd name="T7" fmla="*/ 330 h 477"/>
                              <a:gd name="T8" fmla="*/ 518 w 1661"/>
                              <a:gd name="T9" fmla="*/ 315 h 47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661"/>
                              <a:gd name="T16" fmla="*/ 0 h 477"/>
                              <a:gd name="T17" fmla="*/ 1661 w 1661"/>
                              <a:gd name="T18" fmla="*/ 477 h 47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661" h="477">
                                <a:moveTo>
                                  <a:pt x="518" y="315"/>
                                </a:moveTo>
                                <a:lnTo>
                                  <a:pt x="444" y="336"/>
                                </a:lnTo>
                                <a:lnTo>
                                  <a:pt x="448" y="351"/>
                                </a:lnTo>
                                <a:lnTo>
                                  <a:pt x="522" y="330"/>
                                </a:lnTo>
                                <a:lnTo>
                                  <a:pt x="518" y="3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" name="Freeform 17"/>
                        <wps:cNvSpPr>
                          <a:spLocks/>
                        </wps:cNvSpPr>
                        <wps:spPr bwMode="auto">
                          <a:xfrm>
                            <a:off x="410" y="538"/>
                            <a:ext cx="1661" cy="477"/>
                          </a:xfrm>
                          <a:custGeom>
                            <a:avLst/>
                            <a:gdLst>
                              <a:gd name="T0" fmla="*/ 370 w 1661"/>
                              <a:gd name="T1" fmla="*/ 357 h 477"/>
                              <a:gd name="T2" fmla="*/ 296 w 1661"/>
                              <a:gd name="T3" fmla="*/ 378 h 477"/>
                              <a:gd name="T4" fmla="*/ 300 w 1661"/>
                              <a:gd name="T5" fmla="*/ 393 h 477"/>
                              <a:gd name="T6" fmla="*/ 374 w 1661"/>
                              <a:gd name="T7" fmla="*/ 372 h 477"/>
                              <a:gd name="T8" fmla="*/ 370 w 1661"/>
                              <a:gd name="T9" fmla="*/ 357 h 47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661"/>
                              <a:gd name="T16" fmla="*/ 0 h 477"/>
                              <a:gd name="T17" fmla="*/ 1661 w 1661"/>
                              <a:gd name="T18" fmla="*/ 477 h 47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661" h="477">
                                <a:moveTo>
                                  <a:pt x="370" y="357"/>
                                </a:moveTo>
                                <a:lnTo>
                                  <a:pt x="296" y="378"/>
                                </a:lnTo>
                                <a:lnTo>
                                  <a:pt x="300" y="393"/>
                                </a:lnTo>
                                <a:lnTo>
                                  <a:pt x="374" y="372"/>
                                </a:lnTo>
                                <a:lnTo>
                                  <a:pt x="370" y="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" name="Freeform 18"/>
                        <wps:cNvSpPr>
                          <a:spLocks/>
                        </wps:cNvSpPr>
                        <wps:spPr bwMode="auto">
                          <a:xfrm>
                            <a:off x="410" y="538"/>
                            <a:ext cx="1661" cy="477"/>
                          </a:xfrm>
                          <a:custGeom>
                            <a:avLst/>
                            <a:gdLst>
                              <a:gd name="T0" fmla="*/ 222 w 1661"/>
                              <a:gd name="T1" fmla="*/ 399 h 477"/>
                              <a:gd name="T2" fmla="*/ 148 w 1661"/>
                              <a:gd name="T3" fmla="*/ 420 h 477"/>
                              <a:gd name="T4" fmla="*/ 152 w 1661"/>
                              <a:gd name="T5" fmla="*/ 435 h 477"/>
                              <a:gd name="T6" fmla="*/ 226 w 1661"/>
                              <a:gd name="T7" fmla="*/ 414 h 477"/>
                              <a:gd name="T8" fmla="*/ 222 w 1661"/>
                              <a:gd name="T9" fmla="*/ 399 h 47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661"/>
                              <a:gd name="T16" fmla="*/ 0 h 477"/>
                              <a:gd name="T17" fmla="*/ 1661 w 1661"/>
                              <a:gd name="T18" fmla="*/ 477 h 47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661" h="477">
                                <a:moveTo>
                                  <a:pt x="222" y="399"/>
                                </a:moveTo>
                                <a:lnTo>
                                  <a:pt x="148" y="420"/>
                                </a:lnTo>
                                <a:lnTo>
                                  <a:pt x="152" y="435"/>
                                </a:lnTo>
                                <a:lnTo>
                                  <a:pt x="226" y="414"/>
                                </a:lnTo>
                                <a:lnTo>
                                  <a:pt x="222" y="3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2" name="Freeform 19"/>
                        <wps:cNvSpPr>
                          <a:spLocks/>
                        </wps:cNvSpPr>
                        <wps:spPr bwMode="auto">
                          <a:xfrm>
                            <a:off x="410" y="538"/>
                            <a:ext cx="1661" cy="477"/>
                          </a:xfrm>
                          <a:custGeom>
                            <a:avLst/>
                            <a:gdLst>
                              <a:gd name="T0" fmla="*/ 74 w 1661"/>
                              <a:gd name="T1" fmla="*/ 441 h 477"/>
                              <a:gd name="T2" fmla="*/ 0 w 1661"/>
                              <a:gd name="T3" fmla="*/ 463 h 477"/>
                              <a:gd name="T4" fmla="*/ 4 w 1661"/>
                              <a:gd name="T5" fmla="*/ 478 h 477"/>
                              <a:gd name="T6" fmla="*/ 78 w 1661"/>
                              <a:gd name="T7" fmla="*/ 456 h 477"/>
                              <a:gd name="T8" fmla="*/ 74 w 1661"/>
                              <a:gd name="T9" fmla="*/ 441 h 47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661"/>
                              <a:gd name="T16" fmla="*/ 0 h 477"/>
                              <a:gd name="T17" fmla="*/ 1661 w 1661"/>
                              <a:gd name="T18" fmla="*/ 477 h 47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661" h="477">
                                <a:moveTo>
                                  <a:pt x="74" y="441"/>
                                </a:moveTo>
                                <a:lnTo>
                                  <a:pt x="0" y="463"/>
                                </a:lnTo>
                                <a:lnTo>
                                  <a:pt x="4" y="478"/>
                                </a:lnTo>
                                <a:lnTo>
                                  <a:pt x="78" y="456"/>
                                </a:lnTo>
                                <a:lnTo>
                                  <a:pt x="74" y="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grpSp>
                    <wpg:grpSp>
                      <wpg:cNvPr id="5" name="Group 20"/>
                      <wpg:cNvGrpSpPr>
                        <a:grpSpLocks/>
                      </wpg:cNvGrpSpPr>
                      <wpg:grpSpPr bwMode="auto">
                        <a:xfrm>
                          <a:off x="146" y="1033"/>
                          <a:ext cx="870" cy="853"/>
                          <a:chOff x="146" y="1033"/>
                          <a:chExt cx="870" cy="853"/>
                        </a:xfrm>
                      </wpg:grpSpPr>
                      <wps:wsp>
                        <wps:cNvPr id="17" name="Freeform 21"/>
                        <wps:cNvSpPr>
                          <a:spLocks/>
                        </wps:cNvSpPr>
                        <wps:spPr bwMode="auto">
                          <a:xfrm>
                            <a:off x="146" y="1033"/>
                            <a:ext cx="870" cy="853"/>
                          </a:xfrm>
                          <a:custGeom>
                            <a:avLst/>
                            <a:gdLst>
                              <a:gd name="T0" fmla="*/ 198 w 870"/>
                              <a:gd name="T1" fmla="*/ 0 h 853"/>
                              <a:gd name="T2" fmla="*/ 113 w 870"/>
                              <a:gd name="T3" fmla="*/ 50 h 853"/>
                              <a:gd name="T4" fmla="*/ 50 w 870"/>
                              <a:gd name="T5" fmla="*/ 102 h 853"/>
                              <a:gd name="T6" fmla="*/ 25 w 870"/>
                              <a:gd name="T7" fmla="*/ 131 h 853"/>
                              <a:gd name="T8" fmla="*/ 42 w 870"/>
                              <a:gd name="T9" fmla="*/ 144 h 853"/>
                              <a:gd name="T10" fmla="*/ 43 w 870"/>
                              <a:gd name="T11" fmla="*/ 142 h 853"/>
                              <a:gd name="T12" fmla="*/ 65 w 870"/>
                              <a:gd name="T13" fmla="*/ 117 h 853"/>
                              <a:gd name="T14" fmla="*/ 92 w 870"/>
                              <a:gd name="T15" fmla="*/ 93 h 853"/>
                              <a:gd name="T16" fmla="*/ 125 w 870"/>
                              <a:gd name="T17" fmla="*/ 68 h 853"/>
                              <a:gd name="T18" fmla="*/ 163 w 870"/>
                              <a:gd name="T19" fmla="*/ 43 h 853"/>
                              <a:gd name="T20" fmla="*/ 208 w 870"/>
                              <a:gd name="T21" fmla="*/ 19 h 853"/>
                              <a:gd name="T22" fmla="*/ 198 w 870"/>
                              <a:gd name="T23" fmla="*/ 0 h 853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870"/>
                              <a:gd name="T37" fmla="*/ 0 h 853"/>
                              <a:gd name="T38" fmla="*/ 870 w 870"/>
                              <a:gd name="T39" fmla="*/ 853 h 853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870" h="853">
                                <a:moveTo>
                                  <a:pt x="198" y="0"/>
                                </a:moveTo>
                                <a:lnTo>
                                  <a:pt x="113" y="50"/>
                                </a:lnTo>
                                <a:lnTo>
                                  <a:pt x="50" y="102"/>
                                </a:lnTo>
                                <a:lnTo>
                                  <a:pt x="25" y="131"/>
                                </a:lnTo>
                                <a:lnTo>
                                  <a:pt x="42" y="144"/>
                                </a:lnTo>
                                <a:lnTo>
                                  <a:pt x="43" y="142"/>
                                </a:lnTo>
                                <a:lnTo>
                                  <a:pt x="65" y="117"/>
                                </a:lnTo>
                                <a:lnTo>
                                  <a:pt x="92" y="93"/>
                                </a:lnTo>
                                <a:lnTo>
                                  <a:pt x="125" y="68"/>
                                </a:lnTo>
                                <a:lnTo>
                                  <a:pt x="163" y="43"/>
                                </a:lnTo>
                                <a:lnTo>
                                  <a:pt x="208" y="19"/>
                                </a:lnTo>
                                <a:lnTo>
                                  <a:pt x="1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" name="Freeform 22"/>
                        <wps:cNvSpPr>
                          <a:spLocks/>
                        </wps:cNvSpPr>
                        <wps:spPr bwMode="auto">
                          <a:xfrm>
                            <a:off x="146" y="1033"/>
                            <a:ext cx="870" cy="853"/>
                          </a:xfrm>
                          <a:custGeom>
                            <a:avLst/>
                            <a:gdLst>
                              <a:gd name="T0" fmla="*/ 21 w 870"/>
                              <a:gd name="T1" fmla="*/ 314 h 853"/>
                              <a:gd name="T2" fmla="*/ 0 w 870"/>
                              <a:gd name="T3" fmla="*/ 320 h 853"/>
                              <a:gd name="T4" fmla="*/ 2 w 870"/>
                              <a:gd name="T5" fmla="*/ 325 h 853"/>
                              <a:gd name="T6" fmla="*/ 17 w 870"/>
                              <a:gd name="T7" fmla="*/ 353 h 853"/>
                              <a:gd name="T8" fmla="*/ 59 w 870"/>
                              <a:gd name="T9" fmla="*/ 409 h 853"/>
                              <a:gd name="T10" fmla="*/ 114 w 870"/>
                              <a:gd name="T11" fmla="*/ 464 h 853"/>
                              <a:gd name="T12" fmla="*/ 141 w 870"/>
                              <a:gd name="T13" fmla="*/ 486 h 853"/>
                              <a:gd name="T14" fmla="*/ 155 w 870"/>
                              <a:gd name="T15" fmla="*/ 470 h 853"/>
                              <a:gd name="T16" fmla="*/ 128 w 870"/>
                              <a:gd name="T17" fmla="*/ 448 h 853"/>
                              <a:gd name="T18" fmla="*/ 100 w 870"/>
                              <a:gd name="T19" fmla="*/ 421 h 853"/>
                              <a:gd name="T20" fmla="*/ 75 w 870"/>
                              <a:gd name="T21" fmla="*/ 395 h 853"/>
                              <a:gd name="T22" fmla="*/ 53 w 870"/>
                              <a:gd name="T23" fmla="*/ 368 h 853"/>
                              <a:gd name="T24" fmla="*/ 35 w 870"/>
                              <a:gd name="T25" fmla="*/ 342 h 853"/>
                              <a:gd name="T26" fmla="*/ 22 w 870"/>
                              <a:gd name="T27" fmla="*/ 316 h 853"/>
                              <a:gd name="T28" fmla="*/ 21 w 870"/>
                              <a:gd name="T29" fmla="*/ 314 h 853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w 870"/>
                              <a:gd name="T46" fmla="*/ 0 h 853"/>
                              <a:gd name="T47" fmla="*/ 870 w 870"/>
                              <a:gd name="T48" fmla="*/ 853 h 853"/>
                            </a:gdLst>
                            <a:ahLst/>
                            <a:cxnLst>
                              <a:cxn ang="T30">
                                <a:pos x="T0" y="T1"/>
                              </a:cxn>
                              <a:cxn ang="T31">
                                <a:pos x="T2" y="T3"/>
                              </a:cxn>
                              <a:cxn ang="T32">
                                <a:pos x="T4" y="T5"/>
                              </a:cxn>
                              <a:cxn ang="T33">
                                <a:pos x="T6" y="T7"/>
                              </a:cxn>
                              <a:cxn ang="T34">
                                <a:pos x="T8" y="T9"/>
                              </a:cxn>
                              <a:cxn ang="T35">
                                <a:pos x="T10" y="T11"/>
                              </a:cxn>
                              <a:cxn ang="T36">
                                <a:pos x="T12" y="T13"/>
                              </a:cxn>
                              <a:cxn ang="T37">
                                <a:pos x="T14" y="T15"/>
                              </a:cxn>
                              <a:cxn ang="T38">
                                <a:pos x="T16" y="T17"/>
                              </a:cxn>
                              <a:cxn ang="T39">
                                <a:pos x="T18" y="T19"/>
                              </a:cxn>
                              <a:cxn ang="T40">
                                <a:pos x="T20" y="T21"/>
                              </a:cxn>
                              <a:cxn ang="T41">
                                <a:pos x="T22" y="T23"/>
                              </a:cxn>
                              <a:cxn ang="T42">
                                <a:pos x="T24" y="T25"/>
                              </a:cxn>
                              <a:cxn ang="T43">
                                <a:pos x="T26" y="T27"/>
                              </a:cxn>
                              <a:cxn ang="T44">
                                <a:pos x="T28" y="T29"/>
                              </a:cxn>
                            </a:cxnLst>
                            <a:rect l="T45" t="T46" r="T47" b="T48"/>
                            <a:pathLst>
                              <a:path w="870" h="853">
                                <a:moveTo>
                                  <a:pt x="21" y="314"/>
                                </a:moveTo>
                                <a:lnTo>
                                  <a:pt x="0" y="320"/>
                                </a:lnTo>
                                <a:lnTo>
                                  <a:pt x="2" y="325"/>
                                </a:lnTo>
                                <a:lnTo>
                                  <a:pt x="17" y="353"/>
                                </a:lnTo>
                                <a:lnTo>
                                  <a:pt x="59" y="409"/>
                                </a:lnTo>
                                <a:lnTo>
                                  <a:pt x="114" y="464"/>
                                </a:lnTo>
                                <a:lnTo>
                                  <a:pt x="141" y="486"/>
                                </a:lnTo>
                                <a:lnTo>
                                  <a:pt x="155" y="470"/>
                                </a:lnTo>
                                <a:lnTo>
                                  <a:pt x="128" y="448"/>
                                </a:lnTo>
                                <a:lnTo>
                                  <a:pt x="100" y="421"/>
                                </a:lnTo>
                                <a:lnTo>
                                  <a:pt x="75" y="395"/>
                                </a:lnTo>
                                <a:lnTo>
                                  <a:pt x="53" y="368"/>
                                </a:lnTo>
                                <a:lnTo>
                                  <a:pt x="35" y="342"/>
                                </a:lnTo>
                                <a:lnTo>
                                  <a:pt x="22" y="316"/>
                                </a:lnTo>
                                <a:lnTo>
                                  <a:pt x="21" y="3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" name="Freeform 23"/>
                        <wps:cNvSpPr>
                          <a:spLocks/>
                        </wps:cNvSpPr>
                        <wps:spPr bwMode="auto">
                          <a:xfrm>
                            <a:off x="146" y="1033"/>
                            <a:ext cx="870" cy="853"/>
                          </a:xfrm>
                          <a:custGeom>
                            <a:avLst/>
                            <a:gdLst>
                              <a:gd name="T0" fmla="*/ 312 w 870"/>
                              <a:gd name="T1" fmla="*/ 577 h 853"/>
                              <a:gd name="T2" fmla="*/ 301 w 870"/>
                              <a:gd name="T3" fmla="*/ 595 h 853"/>
                              <a:gd name="T4" fmla="*/ 309 w 870"/>
                              <a:gd name="T5" fmla="*/ 600 h 853"/>
                              <a:gd name="T6" fmla="*/ 356 w 870"/>
                              <a:gd name="T7" fmla="*/ 626 h 853"/>
                              <a:gd name="T8" fmla="*/ 406 w 870"/>
                              <a:gd name="T9" fmla="*/ 653 h 853"/>
                              <a:gd name="T10" fmla="*/ 458 w 870"/>
                              <a:gd name="T11" fmla="*/ 679 h 853"/>
                              <a:gd name="T12" fmla="*/ 490 w 870"/>
                              <a:gd name="T13" fmla="*/ 695 h 853"/>
                              <a:gd name="T14" fmla="*/ 499 w 870"/>
                              <a:gd name="T15" fmla="*/ 676 h 853"/>
                              <a:gd name="T16" fmla="*/ 467 w 870"/>
                              <a:gd name="T17" fmla="*/ 660 h 853"/>
                              <a:gd name="T18" fmla="*/ 416 w 870"/>
                              <a:gd name="T19" fmla="*/ 634 h 853"/>
                              <a:gd name="T20" fmla="*/ 367 w 870"/>
                              <a:gd name="T21" fmla="*/ 608 h 853"/>
                              <a:gd name="T22" fmla="*/ 320 w 870"/>
                              <a:gd name="T23" fmla="*/ 581 h 853"/>
                              <a:gd name="T24" fmla="*/ 312 w 870"/>
                              <a:gd name="T25" fmla="*/ 577 h 853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w 870"/>
                              <a:gd name="T40" fmla="*/ 0 h 853"/>
                              <a:gd name="T41" fmla="*/ 870 w 870"/>
                              <a:gd name="T42" fmla="*/ 853 h 853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T39" t="T40" r="T41" b="T42"/>
                            <a:pathLst>
                              <a:path w="870" h="853">
                                <a:moveTo>
                                  <a:pt x="312" y="577"/>
                                </a:moveTo>
                                <a:lnTo>
                                  <a:pt x="301" y="595"/>
                                </a:lnTo>
                                <a:lnTo>
                                  <a:pt x="309" y="600"/>
                                </a:lnTo>
                                <a:lnTo>
                                  <a:pt x="356" y="626"/>
                                </a:lnTo>
                                <a:lnTo>
                                  <a:pt x="406" y="653"/>
                                </a:lnTo>
                                <a:lnTo>
                                  <a:pt x="458" y="679"/>
                                </a:lnTo>
                                <a:lnTo>
                                  <a:pt x="490" y="695"/>
                                </a:lnTo>
                                <a:lnTo>
                                  <a:pt x="499" y="676"/>
                                </a:lnTo>
                                <a:lnTo>
                                  <a:pt x="467" y="660"/>
                                </a:lnTo>
                                <a:lnTo>
                                  <a:pt x="416" y="634"/>
                                </a:lnTo>
                                <a:lnTo>
                                  <a:pt x="367" y="608"/>
                                </a:lnTo>
                                <a:lnTo>
                                  <a:pt x="320" y="581"/>
                                </a:lnTo>
                                <a:lnTo>
                                  <a:pt x="312" y="5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" name="Freeform 24"/>
                        <wps:cNvSpPr>
                          <a:spLocks/>
                        </wps:cNvSpPr>
                        <wps:spPr bwMode="auto">
                          <a:xfrm>
                            <a:off x="146" y="1033"/>
                            <a:ext cx="870" cy="853"/>
                          </a:xfrm>
                          <a:custGeom>
                            <a:avLst/>
                            <a:gdLst>
                              <a:gd name="T0" fmla="*/ 674 w 870"/>
                              <a:gd name="T1" fmla="*/ 755 h 853"/>
                              <a:gd name="T2" fmla="*/ 746 w 870"/>
                              <a:gd name="T3" fmla="*/ 808 h 853"/>
                              <a:gd name="T4" fmla="*/ 809 w 870"/>
                              <a:gd name="T5" fmla="*/ 833 h 853"/>
                              <a:gd name="T6" fmla="*/ 863 w 870"/>
                              <a:gd name="T7" fmla="*/ 854 h 853"/>
                              <a:gd name="T8" fmla="*/ 871 w 870"/>
                              <a:gd name="T9" fmla="*/ 834 h 853"/>
                              <a:gd name="T10" fmla="*/ 817 w 870"/>
                              <a:gd name="T11" fmla="*/ 813 h 853"/>
                              <a:gd name="T12" fmla="*/ 754 w 870"/>
                              <a:gd name="T13" fmla="*/ 788 h 853"/>
                              <a:gd name="T14" fmla="*/ 694 w 870"/>
                              <a:gd name="T15" fmla="*/ 763 h 853"/>
                              <a:gd name="T16" fmla="*/ 674 w 870"/>
                              <a:gd name="T17" fmla="*/ 755 h 853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870"/>
                              <a:gd name="T28" fmla="*/ 0 h 853"/>
                              <a:gd name="T29" fmla="*/ 870 w 870"/>
                              <a:gd name="T30" fmla="*/ 853 h 853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870" h="853">
                                <a:moveTo>
                                  <a:pt x="674" y="755"/>
                                </a:moveTo>
                                <a:lnTo>
                                  <a:pt x="746" y="808"/>
                                </a:lnTo>
                                <a:lnTo>
                                  <a:pt x="809" y="833"/>
                                </a:lnTo>
                                <a:lnTo>
                                  <a:pt x="863" y="854"/>
                                </a:lnTo>
                                <a:lnTo>
                                  <a:pt x="871" y="834"/>
                                </a:lnTo>
                                <a:lnTo>
                                  <a:pt x="817" y="813"/>
                                </a:lnTo>
                                <a:lnTo>
                                  <a:pt x="754" y="788"/>
                                </a:lnTo>
                                <a:lnTo>
                                  <a:pt x="694" y="763"/>
                                </a:lnTo>
                                <a:lnTo>
                                  <a:pt x="674" y="7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grpSp>
                    <wpg:grpSp>
                      <wpg:cNvPr id="6" name="Group 25"/>
                      <wpg:cNvGrpSpPr>
                        <a:grpSpLocks/>
                      </wpg:cNvGrpSpPr>
                      <wpg:grpSpPr bwMode="auto">
                        <a:xfrm>
                          <a:off x="261" y="1130"/>
                          <a:ext cx="1162" cy="604"/>
                          <a:chOff x="261" y="1130"/>
                          <a:chExt cx="1162" cy="604"/>
                        </a:xfrm>
                      </wpg:grpSpPr>
                      <wps:wsp>
                        <wps:cNvPr id="15" name="Freeform 26"/>
                        <wps:cNvSpPr>
                          <a:spLocks/>
                        </wps:cNvSpPr>
                        <wps:spPr bwMode="auto">
                          <a:xfrm>
                            <a:off x="261" y="1130"/>
                            <a:ext cx="1162" cy="604"/>
                          </a:xfrm>
                          <a:custGeom>
                            <a:avLst/>
                            <a:gdLst>
                              <a:gd name="T0" fmla="*/ 105 w 1162"/>
                              <a:gd name="T1" fmla="*/ 0 h 604"/>
                              <a:gd name="T2" fmla="*/ 44 w 1162"/>
                              <a:gd name="T3" fmla="*/ 35 h 604"/>
                              <a:gd name="T4" fmla="*/ 1 w 1162"/>
                              <a:gd name="T5" fmla="*/ 98 h 604"/>
                              <a:gd name="T6" fmla="*/ 0 w 1162"/>
                              <a:gd name="T7" fmla="*/ 122 h 604"/>
                              <a:gd name="T8" fmla="*/ 6 w 1162"/>
                              <a:gd name="T9" fmla="*/ 147 h 604"/>
                              <a:gd name="T10" fmla="*/ 38 w 1162"/>
                              <a:gd name="T11" fmla="*/ 199 h 604"/>
                              <a:gd name="T12" fmla="*/ 98 w 1162"/>
                              <a:gd name="T13" fmla="*/ 256 h 604"/>
                              <a:gd name="T14" fmla="*/ 186 w 1162"/>
                              <a:gd name="T15" fmla="*/ 315 h 604"/>
                              <a:gd name="T16" fmla="*/ 241 w 1162"/>
                              <a:gd name="T17" fmla="*/ 346 h 604"/>
                              <a:gd name="T18" fmla="*/ 303 w 1162"/>
                              <a:gd name="T19" fmla="*/ 377 h 604"/>
                              <a:gd name="T20" fmla="*/ 373 w 1162"/>
                              <a:gd name="T21" fmla="*/ 408 h 604"/>
                              <a:gd name="T22" fmla="*/ 450 w 1162"/>
                              <a:gd name="T23" fmla="*/ 440 h 604"/>
                              <a:gd name="T24" fmla="*/ 534 w 1162"/>
                              <a:gd name="T25" fmla="*/ 473 h 604"/>
                              <a:gd name="T26" fmla="*/ 626 w 1162"/>
                              <a:gd name="T27" fmla="*/ 505 h 604"/>
                              <a:gd name="T28" fmla="*/ 726 w 1162"/>
                              <a:gd name="T29" fmla="*/ 538 h 604"/>
                              <a:gd name="T30" fmla="*/ 800 w 1162"/>
                              <a:gd name="T31" fmla="*/ 558 h 604"/>
                              <a:gd name="T32" fmla="*/ 860 w 1162"/>
                              <a:gd name="T33" fmla="*/ 571 h 604"/>
                              <a:gd name="T34" fmla="*/ 924 w 1162"/>
                              <a:gd name="T35" fmla="*/ 582 h 604"/>
                              <a:gd name="T36" fmla="*/ 990 w 1162"/>
                              <a:gd name="T37" fmla="*/ 591 h 604"/>
                              <a:gd name="T38" fmla="*/ 1056 w 1162"/>
                              <a:gd name="T39" fmla="*/ 598 h 604"/>
                              <a:gd name="T40" fmla="*/ 1144 w 1162"/>
                              <a:gd name="T41" fmla="*/ 604 h 604"/>
                              <a:gd name="T42" fmla="*/ 1148 w 1162"/>
                              <a:gd name="T43" fmla="*/ 597 h 604"/>
                              <a:gd name="T44" fmla="*/ 1156 w 1162"/>
                              <a:gd name="T45" fmla="*/ 586 h 604"/>
                              <a:gd name="T46" fmla="*/ 1163 w 1162"/>
                              <a:gd name="T47" fmla="*/ 574 h 604"/>
                              <a:gd name="T48" fmla="*/ 1163 w 1162"/>
                              <a:gd name="T49" fmla="*/ 571 h 604"/>
                              <a:gd name="T50" fmla="*/ 1104 w 1162"/>
                              <a:gd name="T51" fmla="*/ 571 h 604"/>
                              <a:gd name="T52" fmla="*/ 1095 w 1162"/>
                              <a:gd name="T53" fmla="*/ 570 h 604"/>
                              <a:gd name="T54" fmla="*/ 1006 w 1162"/>
                              <a:gd name="T55" fmla="*/ 563 h 604"/>
                              <a:gd name="T56" fmla="*/ 927 w 1162"/>
                              <a:gd name="T57" fmla="*/ 554 h 604"/>
                              <a:gd name="T58" fmla="*/ 866 w 1162"/>
                              <a:gd name="T59" fmla="*/ 545 h 604"/>
                              <a:gd name="T60" fmla="*/ 802 w 1162"/>
                              <a:gd name="T61" fmla="*/ 533 h 604"/>
                              <a:gd name="T62" fmla="*/ 716 w 1162"/>
                              <a:gd name="T63" fmla="*/ 508 h 604"/>
                              <a:gd name="T64" fmla="*/ 614 w 1162"/>
                              <a:gd name="T65" fmla="*/ 474 h 604"/>
                              <a:gd name="T66" fmla="*/ 554 w 1162"/>
                              <a:gd name="T67" fmla="*/ 453 h 604"/>
                              <a:gd name="T68" fmla="*/ 490 w 1162"/>
                              <a:gd name="T69" fmla="*/ 429 h 604"/>
                              <a:gd name="T70" fmla="*/ 425 w 1162"/>
                              <a:gd name="T71" fmla="*/ 403 h 604"/>
                              <a:gd name="T72" fmla="*/ 360 w 1162"/>
                              <a:gd name="T73" fmla="*/ 375 h 604"/>
                              <a:gd name="T74" fmla="*/ 296 w 1162"/>
                              <a:gd name="T75" fmla="*/ 345 h 604"/>
                              <a:gd name="T76" fmla="*/ 235 w 1162"/>
                              <a:gd name="T77" fmla="*/ 314 h 604"/>
                              <a:gd name="T78" fmla="*/ 179 w 1162"/>
                              <a:gd name="T79" fmla="*/ 281 h 604"/>
                              <a:gd name="T80" fmla="*/ 88 w 1162"/>
                              <a:gd name="T81" fmla="*/ 212 h 604"/>
                              <a:gd name="T82" fmla="*/ 37 w 1162"/>
                              <a:gd name="T83" fmla="*/ 141 h 604"/>
                              <a:gd name="T84" fmla="*/ 30 w 1162"/>
                              <a:gd name="T85" fmla="*/ 106 h 604"/>
                              <a:gd name="T86" fmla="*/ 38 w 1162"/>
                              <a:gd name="T87" fmla="*/ 70 h 604"/>
                              <a:gd name="T88" fmla="*/ 63 w 1162"/>
                              <a:gd name="T89" fmla="*/ 35 h 604"/>
                              <a:gd name="T90" fmla="*/ 105 w 1162"/>
                              <a:gd name="T91" fmla="*/ 0 h 604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2"/>
                              <a:gd name="T139" fmla="*/ 0 h 604"/>
                              <a:gd name="T140" fmla="*/ 1162 w 1162"/>
                              <a:gd name="T141" fmla="*/ 604 h 604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2" h="604">
                                <a:moveTo>
                                  <a:pt x="105" y="0"/>
                                </a:moveTo>
                                <a:lnTo>
                                  <a:pt x="44" y="35"/>
                                </a:lnTo>
                                <a:lnTo>
                                  <a:pt x="1" y="98"/>
                                </a:lnTo>
                                <a:lnTo>
                                  <a:pt x="0" y="122"/>
                                </a:lnTo>
                                <a:lnTo>
                                  <a:pt x="6" y="147"/>
                                </a:lnTo>
                                <a:lnTo>
                                  <a:pt x="38" y="199"/>
                                </a:lnTo>
                                <a:lnTo>
                                  <a:pt x="98" y="256"/>
                                </a:lnTo>
                                <a:lnTo>
                                  <a:pt x="186" y="315"/>
                                </a:lnTo>
                                <a:lnTo>
                                  <a:pt x="241" y="346"/>
                                </a:lnTo>
                                <a:lnTo>
                                  <a:pt x="303" y="377"/>
                                </a:lnTo>
                                <a:lnTo>
                                  <a:pt x="373" y="408"/>
                                </a:lnTo>
                                <a:lnTo>
                                  <a:pt x="450" y="440"/>
                                </a:lnTo>
                                <a:lnTo>
                                  <a:pt x="534" y="473"/>
                                </a:lnTo>
                                <a:lnTo>
                                  <a:pt x="626" y="505"/>
                                </a:lnTo>
                                <a:lnTo>
                                  <a:pt x="726" y="538"/>
                                </a:lnTo>
                                <a:lnTo>
                                  <a:pt x="800" y="558"/>
                                </a:lnTo>
                                <a:lnTo>
                                  <a:pt x="860" y="571"/>
                                </a:lnTo>
                                <a:lnTo>
                                  <a:pt x="924" y="582"/>
                                </a:lnTo>
                                <a:lnTo>
                                  <a:pt x="990" y="591"/>
                                </a:lnTo>
                                <a:lnTo>
                                  <a:pt x="1056" y="598"/>
                                </a:lnTo>
                                <a:lnTo>
                                  <a:pt x="1144" y="604"/>
                                </a:lnTo>
                                <a:lnTo>
                                  <a:pt x="1148" y="597"/>
                                </a:lnTo>
                                <a:lnTo>
                                  <a:pt x="1156" y="586"/>
                                </a:lnTo>
                                <a:lnTo>
                                  <a:pt x="1163" y="574"/>
                                </a:lnTo>
                                <a:lnTo>
                                  <a:pt x="1163" y="571"/>
                                </a:lnTo>
                                <a:lnTo>
                                  <a:pt x="1104" y="571"/>
                                </a:lnTo>
                                <a:lnTo>
                                  <a:pt x="1095" y="570"/>
                                </a:lnTo>
                                <a:lnTo>
                                  <a:pt x="1006" y="563"/>
                                </a:lnTo>
                                <a:lnTo>
                                  <a:pt x="927" y="554"/>
                                </a:lnTo>
                                <a:lnTo>
                                  <a:pt x="866" y="545"/>
                                </a:lnTo>
                                <a:lnTo>
                                  <a:pt x="802" y="533"/>
                                </a:lnTo>
                                <a:lnTo>
                                  <a:pt x="716" y="508"/>
                                </a:lnTo>
                                <a:lnTo>
                                  <a:pt x="614" y="474"/>
                                </a:lnTo>
                                <a:lnTo>
                                  <a:pt x="554" y="453"/>
                                </a:lnTo>
                                <a:lnTo>
                                  <a:pt x="490" y="429"/>
                                </a:lnTo>
                                <a:lnTo>
                                  <a:pt x="425" y="403"/>
                                </a:lnTo>
                                <a:lnTo>
                                  <a:pt x="360" y="375"/>
                                </a:lnTo>
                                <a:lnTo>
                                  <a:pt x="296" y="345"/>
                                </a:lnTo>
                                <a:lnTo>
                                  <a:pt x="235" y="314"/>
                                </a:lnTo>
                                <a:lnTo>
                                  <a:pt x="179" y="281"/>
                                </a:lnTo>
                                <a:lnTo>
                                  <a:pt x="88" y="212"/>
                                </a:lnTo>
                                <a:lnTo>
                                  <a:pt x="37" y="141"/>
                                </a:lnTo>
                                <a:lnTo>
                                  <a:pt x="30" y="106"/>
                                </a:lnTo>
                                <a:lnTo>
                                  <a:pt x="38" y="70"/>
                                </a:lnTo>
                                <a:lnTo>
                                  <a:pt x="63" y="35"/>
                                </a:lnTo>
                                <a:lnTo>
                                  <a:pt x="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" name="Freeform 27"/>
                        <wps:cNvSpPr>
                          <a:spLocks/>
                        </wps:cNvSpPr>
                        <wps:spPr bwMode="auto">
                          <a:xfrm>
                            <a:off x="261" y="1130"/>
                            <a:ext cx="1162" cy="604"/>
                          </a:xfrm>
                          <a:custGeom>
                            <a:avLst/>
                            <a:gdLst>
                              <a:gd name="T0" fmla="*/ 1148 w 1162"/>
                              <a:gd name="T1" fmla="*/ 563 h 604"/>
                              <a:gd name="T2" fmla="*/ 1124 w 1162"/>
                              <a:gd name="T3" fmla="*/ 568 h 604"/>
                              <a:gd name="T4" fmla="*/ 1104 w 1162"/>
                              <a:gd name="T5" fmla="*/ 571 h 604"/>
                              <a:gd name="T6" fmla="*/ 1163 w 1162"/>
                              <a:gd name="T7" fmla="*/ 571 h 604"/>
                              <a:gd name="T8" fmla="*/ 1162 w 1162"/>
                              <a:gd name="T9" fmla="*/ 566 h 604"/>
                              <a:gd name="T10" fmla="*/ 1148 w 1162"/>
                              <a:gd name="T11" fmla="*/ 563 h 604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1162"/>
                              <a:gd name="T19" fmla="*/ 0 h 604"/>
                              <a:gd name="T20" fmla="*/ 1162 w 1162"/>
                              <a:gd name="T21" fmla="*/ 604 h 604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1162" h="604">
                                <a:moveTo>
                                  <a:pt x="1148" y="563"/>
                                </a:moveTo>
                                <a:lnTo>
                                  <a:pt x="1124" y="568"/>
                                </a:lnTo>
                                <a:lnTo>
                                  <a:pt x="1104" y="571"/>
                                </a:lnTo>
                                <a:lnTo>
                                  <a:pt x="1163" y="571"/>
                                </a:lnTo>
                                <a:lnTo>
                                  <a:pt x="1162" y="566"/>
                                </a:lnTo>
                                <a:lnTo>
                                  <a:pt x="1148" y="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grpSp>
                    <wpg:grpSp>
                      <wpg:cNvPr id="7" name="Group 28"/>
                      <wpg:cNvGrpSpPr>
                        <a:grpSpLocks/>
                      </wpg:cNvGrpSpPr>
                      <wpg:grpSpPr bwMode="auto">
                        <a:xfrm>
                          <a:off x="261" y="1130"/>
                          <a:ext cx="1162" cy="604"/>
                          <a:chOff x="261" y="1130"/>
                          <a:chExt cx="1162" cy="604"/>
                        </a:xfrm>
                      </wpg:grpSpPr>
                      <wps:wsp>
                        <wps:cNvPr id="14" name="Freeform 29"/>
                        <wps:cNvSpPr>
                          <a:spLocks/>
                        </wps:cNvSpPr>
                        <wps:spPr bwMode="auto">
                          <a:xfrm>
                            <a:off x="261" y="1130"/>
                            <a:ext cx="1162" cy="604"/>
                          </a:xfrm>
                          <a:custGeom>
                            <a:avLst/>
                            <a:gdLst>
                              <a:gd name="T0" fmla="*/ 105 w 1162"/>
                              <a:gd name="T1" fmla="*/ 0 h 604"/>
                              <a:gd name="T2" fmla="*/ 63 w 1162"/>
                              <a:gd name="T3" fmla="*/ 35 h 604"/>
                              <a:gd name="T4" fmla="*/ 38 w 1162"/>
                              <a:gd name="T5" fmla="*/ 70 h 604"/>
                              <a:gd name="T6" fmla="*/ 30 w 1162"/>
                              <a:gd name="T7" fmla="*/ 106 h 604"/>
                              <a:gd name="T8" fmla="*/ 37 w 1162"/>
                              <a:gd name="T9" fmla="*/ 141 h 604"/>
                              <a:gd name="T10" fmla="*/ 88 w 1162"/>
                              <a:gd name="T11" fmla="*/ 212 h 604"/>
                              <a:gd name="T12" fmla="*/ 179 w 1162"/>
                              <a:gd name="T13" fmla="*/ 281 h 604"/>
                              <a:gd name="T14" fmla="*/ 235 w 1162"/>
                              <a:gd name="T15" fmla="*/ 314 h 604"/>
                              <a:gd name="T16" fmla="*/ 296 w 1162"/>
                              <a:gd name="T17" fmla="*/ 345 h 604"/>
                              <a:gd name="T18" fmla="*/ 360 w 1162"/>
                              <a:gd name="T19" fmla="*/ 375 h 604"/>
                              <a:gd name="T20" fmla="*/ 425 w 1162"/>
                              <a:gd name="T21" fmla="*/ 403 h 604"/>
                              <a:gd name="T22" fmla="*/ 490 w 1162"/>
                              <a:gd name="T23" fmla="*/ 429 h 604"/>
                              <a:gd name="T24" fmla="*/ 554 w 1162"/>
                              <a:gd name="T25" fmla="*/ 453 h 604"/>
                              <a:gd name="T26" fmla="*/ 614 w 1162"/>
                              <a:gd name="T27" fmla="*/ 474 h 604"/>
                              <a:gd name="T28" fmla="*/ 716 w 1162"/>
                              <a:gd name="T29" fmla="*/ 508 h 604"/>
                              <a:gd name="T30" fmla="*/ 785 w 1162"/>
                              <a:gd name="T31" fmla="*/ 528 h 604"/>
                              <a:gd name="T32" fmla="*/ 866 w 1162"/>
                              <a:gd name="T33" fmla="*/ 545 h 604"/>
                              <a:gd name="T34" fmla="*/ 927 w 1162"/>
                              <a:gd name="T35" fmla="*/ 554 h 604"/>
                              <a:gd name="T36" fmla="*/ 987 w 1162"/>
                              <a:gd name="T37" fmla="*/ 561 h 604"/>
                              <a:gd name="T38" fmla="*/ 1064 w 1162"/>
                              <a:gd name="T39" fmla="*/ 568 h 604"/>
                              <a:gd name="T40" fmla="*/ 1104 w 1162"/>
                              <a:gd name="T41" fmla="*/ 571 h 604"/>
                              <a:gd name="T42" fmla="*/ 1124 w 1162"/>
                              <a:gd name="T43" fmla="*/ 568 h 604"/>
                              <a:gd name="T44" fmla="*/ 1148 w 1162"/>
                              <a:gd name="T45" fmla="*/ 563 h 604"/>
                              <a:gd name="T46" fmla="*/ 1162 w 1162"/>
                              <a:gd name="T47" fmla="*/ 566 h 604"/>
                              <a:gd name="T48" fmla="*/ 1163 w 1162"/>
                              <a:gd name="T49" fmla="*/ 574 h 604"/>
                              <a:gd name="T50" fmla="*/ 1156 w 1162"/>
                              <a:gd name="T51" fmla="*/ 586 h 604"/>
                              <a:gd name="T52" fmla="*/ 1148 w 1162"/>
                              <a:gd name="T53" fmla="*/ 597 h 604"/>
                              <a:gd name="T54" fmla="*/ 1144 w 1162"/>
                              <a:gd name="T55" fmla="*/ 604 h 604"/>
                              <a:gd name="T56" fmla="*/ 1078 w 1162"/>
                              <a:gd name="T57" fmla="*/ 600 h 604"/>
                              <a:gd name="T58" fmla="*/ 1012 w 1162"/>
                              <a:gd name="T59" fmla="*/ 594 h 604"/>
                              <a:gd name="T60" fmla="*/ 946 w 1162"/>
                              <a:gd name="T61" fmla="*/ 585 h 604"/>
                              <a:gd name="T62" fmla="*/ 881 w 1162"/>
                              <a:gd name="T63" fmla="*/ 575 h 604"/>
                              <a:gd name="T64" fmla="*/ 820 w 1162"/>
                              <a:gd name="T65" fmla="*/ 563 h 604"/>
                              <a:gd name="T66" fmla="*/ 743 w 1162"/>
                              <a:gd name="T67" fmla="*/ 543 h 604"/>
                              <a:gd name="T68" fmla="*/ 626 w 1162"/>
                              <a:gd name="T69" fmla="*/ 505 h 604"/>
                              <a:gd name="T70" fmla="*/ 534 w 1162"/>
                              <a:gd name="T71" fmla="*/ 473 h 604"/>
                              <a:gd name="T72" fmla="*/ 450 w 1162"/>
                              <a:gd name="T73" fmla="*/ 440 h 604"/>
                              <a:gd name="T74" fmla="*/ 373 w 1162"/>
                              <a:gd name="T75" fmla="*/ 408 h 604"/>
                              <a:gd name="T76" fmla="*/ 303 w 1162"/>
                              <a:gd name="T77" fmla="*/ 377 h 604"/>
                              <a:gd name="T78" fmla="*/ 241 w 1162"/>
                              <a:gd name="T79" fmla="*/ 346 h 604"/>
                              <a:gd name="T80" fmla="*/ 186 w 1162"/>
                              <a:gd name="T81" fmla="*/ 315 h 604"/>
                              <a:gd name="T82" fmla="*/ 98 w 1162"/>
                              <a:gd name="T83" fmla="*/ 256 h 604"/>
                              <a:gd name="T84" fmla="*/ 38 w 1162"/>
                              <a:gd name="T85" fmla="*/ 199 h 604"/>
                              <a:gd name="T86" fmla="*/ 6 w 1162"/>
                              <a:gd name="T87" fmla="*/ 147 h 604"/>
                              <a:gd name="T88" fmla="*/ 0 w 1162"/>
                              <a:gd name="T89" fmla="*/ 122 h 604"/>
                              <a:gd name="T90" fmla="*/ 1 w 1162"/>
                              <a:gd name="T91" fmla="*/ 98 h 604"/>
                              <a:gd name="T92" fmla="*/ 9 w 1162"/>
                              <a:gd name="T93" fmla="*/ 76 h 604"/>
                              <a:gd name="T94" fmla="*/ 23 w 1162"/>
                              <a:gd name="T95" fmla="*/ 55 h 604"/>
                              <a:gd name="T96" fmla="*/ 44 w 1162"/>
                              <a:gd name="T97" fmla="*/ 35 h 604"/>
                              <a:gd name="T98" fmla="*/ 72 w 1162"/>
                              <a:gd name="T99" fmla="*/ 17 h 604"/>
                              <a:gd name="T100" fmla="*/ 105 w 1162"/>
                              <a:gd name="T101" fmla="*/ 0 h 604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w 1162"/>
                              <a:gd name="T154" fmla="*/ 0 h 604"/>
                              <a:gd name="T155" fmla="*/ 1162 w 1162"/>
                              <a:gd name="T156" fmla="*/ 604 h 604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T153" t="T154" r="T155" b="T156"/>
                            <a:pathLst>
                              <a:path w="1162" h="604">
                                <a:moveTo>
                                  <a:pt x="105" y="0"/>
                                </a:moveTo>
                                <a:lnTo>
                                  <a:pt x="63" y="35"/>
                                </a:lnTo>
                                <a:lnTo>
                                  <a:pt x="38" y="70"/>
                                </a:lnTo>
                                <a:lnTo>
                                  <a:pt x="30" y="106"/>
                                </a:lnTo>
                                <a:lnTo>
                                  <a:pt x="37" y="141"/>
                                </a:lnTo>
                                <a:lnTo>
                                  <a:pt x="88" y="212"/>
                                </a:lnTo>
                                <a:lnTo>
                                  <a:pt x="179" y="281"/>
                                </a:lnTo>
                                <a:lnTo>
                                  <a:pt x="235" y="314"/>
                                </a:lnTo>
                                <a:lnTo>
                                  <a:pt x="296" y="345"/>
                                </a:lnTo>
                                <a:lnTo>
                                  <a:pt x="360" y="375"/>
                                </a:lnTo>
                                <a:lnTo>
                                  <a:pt x="425" y="403"/>
                                </a:lnTo>
                                <a:lnTo>
                                  <a:pt x="490" y="429"/>
                                </a:lnTo>
                                <a:lnTo>
                                  <a:pt x="554" y="453"/>
                                </a:lnTo>
                                <a:lnTo>
                                  <a:pt x="614" y="474"/>
                                </a:lnTo>
                                <a:lnTo>
                                  <a:pt x="716" y="508"/>
                                </a:lnTo>
                                <a:lnTo>
                                  <a:pt x="785" y="528"/>
                                </a:lnTo>
                                <a:lnTo>
                                  <a:pt x="866" y="545"/>
                                </a:lnTo>
                                <a:lnTo>
                                  <a:pt x="927" y="554"/>
                                </a:lnTo>
                                <a:lnTo>
                                  <a:pt x="987" y="561"/>
                                </a:lnTo>
                                <a:lnTo>
                                  <a:pt x="1064" y="568"/>
                                </a:lnTo>
                                <a:lnTo>
                                  <a:pt x="1104" y="571"/>
                                </a:lnTo>
                                <a:lnTo>
                                  <a:pt x="1124" y="568"/>
                                </a:lnTo>
                                <a:lnTo>
                                  <a:pt x="1148" y="563"/>
                                </a:lnTo>
                                <a:lnTo>
                                  <a:pt x="1162" y="566"/>
                                </a:lnTo>
                                <a:lnTo>
                                  <a:pt x="1163" y="574"/>
                                </a:lnTo>
                                <a:lnTo>
                                  <a:pt x="1156" y="586"/>
                                </a:lnTo>
                                <a:lnTo>
                                  <a:pt x="1148" y="597"/>
                                </a:lnTo>
                                <a:lnTo>
                                  <a:pt x="1144" y="604"/>
                                </a:lnTo>
                                <a:lnTo>
                                  <a:pt x="1078" y="600"/>
                                </a:lnTo>
                                <a:lnTo>
                                  <a:pt x="1012" y="594"/>
                                </a:lnTo>
                                <a:lnTo>
                                  <a:pt x="946" y="585"/>
                                </a:lnTo>
                                <a:lnTo>
                                  <a:pt x="881" y="575"/>
                                </a:lnTo>
                                <a:lnTo>
                                  <a:pt x="820" y="563"/>
                                </a:lnTo>
                                <a:lnTo>
                                  <a:pt x="743" y="543"/>
                                </a:lnTo>
                                <a:lnTo>
                                  <a:pt x="626" y="505"/>
                                </a:lnTo>
                                <a:lnTo>
                                  <a:pt x="534" y="473"/>
                                </a:lnTo>
                                <a:lnTo>
                                  <a:pt x="450" y="440"/>
                                </a:lnTo>
                                <a:lnTo>
                                  <a:pt x="373" y="408"/>
                                </a:lnTo>
                                <a:lnTo>
                                  <a:pt x="303" y="377"/>
                                </a:lnTo>
                                <a:lnTo>
                                  <a:pt x="241" y="346"/>
                                </a:lnTo>
                                <a:lnTo>
                                  <a:pt x="186" y="315"/>
                                </a:lnTo>
                                <a:lnTo>
                                  <a:pt x="98" y="256"/>
                                </a:lnTo>
                                <a:lnTo>
                                  <a:pt x="38" y="199"/>
                                </a:lnTo>
                                <a:lnTo>
                                  <a:pt x="6" y="147"/>
                                </a:lnTo>
                                <a:lnTo>
                                  <a:pt x="0" y="122"/>
                                </a:lnTo>
                                <a:lnTo>
                                  <a:pt x="1" y="98"/>
                                </a:lnTo>
                                <a:lnTo>
                                  <a:pt x="9" y="76"/>
                                </a:lnTo>
                                <a:lnTo>
                                  <a:pt x="23" y="55"/>
                                </a:lnTo>
                                <a:lnTo>
                                  <a:pt x="44" y="35"/>
                                </a:lnTo>
                                <a:lnTo>
                                  <a:pt x="72" y="17"/>
                                </a:lnTo>
                                <a:lnTo>
                                  <a:pt x="105" y="0"/>
                                </a:lnTo>
                              </a:path>
                            </a:pathLst>
                          </a:custGeom>
                          <a:noFill/>
                          <a:ln w="2743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grpSp>
                    <wpg:grpSp>
                      <wpg:cNvPr id="8" name="Group 30"/>
                      <wpg:cNvGrpSpPr>
                        <a:grpSpLocks/>
                      </wpg:cNvGrpSpPr>
                      <wpg:grpSpPr bwMode="auto">
                        <a:xfrm>
                          <a:off x="2" y="1050"/>
                          <a:ext cx="959" cy="1018"/>
                          <a:chOff x="2" y="1050"/>
                          <a:chExt cx="959" cy="1018"/>
                        </a:xfrm>
                      </wpg:grpSpPr>
                      <wps:wsp>
                        <wps:cNvPr id="13" name="Freeform 31"/>
                        <wps:cNvSpPr>
                          <a:spLocks/>
                        </wps:cNvSpPr>
                        <wps:spPr bwMode="auto">
                          <a:xfrm>
                            <a:off x="2" y="1050"/>
                            <a:ext cx="959" cy="1018"/>
                          </a:xfrm>
                          <a:custGeom>
                            <a:avLst/>
                            <a:gdLst>
                              <a:gd name="T0" fmla="*/ 141 w 959"/>
                              <a:gd name="T1" fmla="*/ 0 h 1018"/>
                              <a:gd name="T2" fmla="*/ 71 w 959"/>
                              <a:gd name="T3" fmla="*/ 60 h 1018"/>
                              <a:gd name="T4" fmla="*/ 21 w 959"/>
                              <a:gd name="T5" fmla="*/ 121 h 1018"/>
                              <a:gd name="T6" fmla="*/ 0 w 959"/>
                              <a:gd name="T7" fmla="*/ 162 h 1018"/>
                              <a:gd name="T8" fmla="*/ 0 w 959"/>
                              <a:gd name="T9" fmla="*/ 358 h 1018"/>
                              <a:gd name="T10" fmla="*/ 37 w 959"/>
                              <a:gd name="T11" fmla="*/ 424 h 1018"/>
                              <a:gd name="T12" fmla="*/ 85 w 959"/>
                              <a:gd name="T13" fmla="*/ 486 h 1018"/>
                              <a:gd name="T14" fmla="*/ 146 w 959"/>
                              <a:gd name="T15" fmla="*/ 547 h 1018"/>
                              <a:gd name="T16" fmla="*/ 218 w 959"/>
                              <a:gd name="T17" fmla="*/ 608 h 1018"/>
                              <a:gd name="T18" fmla="*/ 301 w 959"/>
                              <a:gd name="T19" fmla="*/ 670 h 1018"/>
                              <a:gd name="T20" fmla="*/ 393 w 959"/>
                              <a:gd name="T21" fmla="*/ 732 h 1018"/>
                              <a:gd name="T22" fmla="*/ 493 w 959"/>
                              <a:gd name="T23" fmla="*/ 794 h 1018"/>
                              <a:gd name="T24" fmla="*/ 600 w 959"/>
                              <a:gd name="T25" fmla="*/ 857 h 1018"/>
                              <a:gd name="T26" fmla="*/ 713 w 959"/>
                              <a:gd name="T27" fmla="*/ 920 h 1018"/>
                              <a:gd name="T28" fmla="*/ 831 w 959"/>
                              <a:gd name="T29" fmla="*/ 983 h 1018"/>
                              <a:gd name="T30" fmla="*/ 898 w 959"/>
                              <a:gd name="T31" fmla="*/ 1018 h 1018"/>
                              <a:gd name="T32" fmla="*/ 960 w 959"/>
                              <a:gd name="T33" fmla="*/ 1018 h 1018"/>
                              <a:gd name="T34" fmla="*/ 857 w 959"/>
                              <a:gd name="T35" fmla="*/ 965 h 1018"/>
                              <a:gd name="T36" fmla="*/ 743 w 959"/>
                              <a:gd name="T37" fmla="*/ 905 h 1018"/>
                              <a:gd name="T38" fmla="*/ 633 w 959"/>
                              <a:gd name="T39" fmla="*/ 845 h 1018"/>
                              <a:gd name="T40" fmla="*/ 529 w 959"/>
                              <a:gd name="T41" fmla="*/ 785 h 1018"/>
                              <a:gd name="T42" fmla="*/ 432 w 959"/>
                              <a:gd name="T43" fmla="*/ 725 h 1018"/>
                              <a:gd name="T44" fmla="*/ 342 w 959"/>
                              <a:gd name="T45" fmla="*/ 665 h 1018"/>
                              <a:gd name="T46" fmla="*/ 260 w 959"/>
                              <a:gd name="T47" fmla="*/ 605 h 1018"/>
                              <a:gd name="T48" fmla="*/ 188 w 959"/>
                              <a:gd name="T49" fmla="*/ 545 h 1018"/>
                              <a:gd name="T50" fmla="*/ 127 w 959"/>
                              <a:gd name="T51" fmla="*/ 485 h 1018"/>
                              <a:gd name="T52" fmla="*/ 77 w 959"/>
                              <a:gd name="T53" fmla="*/ 425 h 1018"/>
                              <a:gd name="T54" fmla="*/ 40 w 959"/>
                              <a:gd name="T55" fmla="*/ 365 h 1018"/>
                              <a:gd name="T56" fmla="*/ 17 w 959"/>
                              <a:gd name="T57" fmla="*/ 305 h 1018"/>
                              <a:gd name="T58" fmla="*/ 8 w 959"/>
                              <a:gd name="T59" fmla="*/ 245 h 1018"/>
                              <a:gd name="T60" fmla="*/ 15 w 959"/>
                              <a:gd name="T61" fmla="*/ 184 h 1018"/>
                              <a:gd name="T62" fmla="*/ 39 w 959"/>
                              <a:gd name="T63" fmla="*/ 123 h 1018"/>
                              <a:gd name="T64" fmla="*/ 81 w 959"/>
                              <a:gd name="T65" fmla="*/ 62 h 1018"/>
                              <a:gd name="T66" fmla="*/ 141 w 959"/>
                              <a:gd name="T67" fmla="*/ 0 h 1018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w 959"/>
                              <a:gd name="T103" fmla="*/ 0 h 1018"/>
                              <a:gd name="T104" fmla="*/ 959 w 959"/>
                              <a:gd name="T105" fmla="*/ 1018 h 1018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T102" t="T103" r="T104" b="T105"/>
                            <a:pathLst>
                              <a:path w="959" h="1018">
                                <a:moveTo>
                                  <a:pt x="141" y="0"/>
                                </a:moveTo>
                                <a:lnTo>
                                  <a:pt x="71" y="60"/>
                                </a:lnTo>
                                <a:lnTo>
                                  <a:pt x="21" y="121"/>
                                </a:lnTo>
                                <a:lnTo>
                                  <a:pt x="0" y="162"/>
                                </a:lnTo>
                                <a:lnTo>
                                  <a:pt x="0" y="358"/>
                                </a:lnTo>
                                <a:lnTo>
                                  <a:pt x="37" y="424"/>
                                </a:lnTo>
                                <a:lnTo>
                                  <a:pt x="85" y="486"/>
                                </a:lnTo>
                                <a:lnTo>
                                  <a:pt x="146" y="547"/>
                                </a:lnTo>
                                <a:lnTo>
                                  <a:pt x="218" y="608"/>
                                </a:lnTo>
                                <a:lnTo>
                                  <a:pt x="301" y="670"/>
                                </a:lnTo>
                                <a:lnTo>
                                  <a:pt x="393" y="732"/>
                                </a:lnTo>
                                <a:lnTo>
                                  <a:pt x="493" y="794"/>
                                </a:lnTo>
                                <a:lnTo>
                                  <a:pt x="600" y="857"/>
                                </a:lnTo>
                                <a:lnTo>
                                  <a:pt x="713" y="920"/>
                                </a:lnTo>
                                <a:lnTo>
                                  <a:pt x="831" y="983"/>
                                </a:lnTo>
                                <a:lnTo>
                                  <a:pt x="898" y="1018"/>
                                </a:lnTo>
                                <a:lnTo>
                                  <a:pt x="960" y="1018"/>
                                </a:lnTo>
                                <a:lnTo>
                                  <a:pt x="857" y="965"/>
                                </a:lnTo>
                                <a:lnTo>
                                  <a:pt x="743" y="905"/>
                                </a:lnTo>
                                <a:lnTo>
                                  <a:pt x="633" y="845"/>
                                </a:lnTo>
                                <a:lnTo>
                                  <a:pt x="529" y="785"/>
                                </a:lnTo>
                                <a:lnTo>
                                  <a:pt x="432" y="725"/>
                                </a:lnTo>
                                <a:lnTo>
                                  <a:pt x="342" y="665"/>
                                </a:lnTo>
                                <a:lnTo>
                                  <a:pt x="260" y="605"/>
                                </a:lnTo>
                                <a:lnTo>
                                  <a:pt x="188" y="545"/>
                                </a:lnTo>
                                <a:lnTo>
                                  <a:pt x="127" y="485"/>
                                </a:lnTo>
                                <a:lnTo>
                                  <a:pt x="77" y="425"/>
                                </a:lnTo>
                                <a:lnTo>
                                  <a:pt x="40" y="365"/>
                                </a:lnTo>
                                <a:lnTo>
                                  <a:pt x="17" y="305"/>
                                </a:lnTo>
                                <a:lnTo>
                                  <a:pt x="8" y="245"/>
                                </a:lnTo>
                                <a:lnTo>
                                  <a:pt x="15" y="184"/>
                                </a:lnTo>
                                <a:lnTo>
                                  <a:pt x="39" y="123"/>
                                </a:lnTo>
                                <a:lnTo>
                                  <a:pt x="81" y="62"/>
                                </a:lnTo>
                                <a:lnTo>
                                  <a:pt x="1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grpSp>
                    <wpg:grpSp>
                      <wpg:cNvPr id="9" name="Group 32"/>
                      <wpg:cNvGrpSpPr>
                        <a:grpSpLocks/>
                      </wpg:cNvGrpSpPr>
                      <wpg:grpSpPr bwMode="auto">
                        <a:xfrm>
                          <a:off x="0" y="277"/>
                          <a:ext cx="2073" cy="1793"/>
                          <a:chOff x="0" y="277"/>
                          <a:chExt cx="2073" cy="1793"/>
                        </a:xfrm>
                      </wpg:grpSpPr>
                      <wps:wsp>
                        <wps:cNvPr id="10" name="Freeform 33"/>
                        <wps:cNvSpPr>
                          <a:spLocks/>
                        </wps:cNvSpPr>
                        <wps:spPr bwMode="auto">
                          <a:xfrm>
                            <a:off x="2" y="1050"/>
                            <a:ext cx="959" cy="1018"/>
                          </a:xfrm>
                          <a:custGeom>
                            <a:avLst/>
                            <a:gdLst>
                              <a:gd name="T0" fmla="*/ 141 w 959"/>
                              <a:gd name="T1" fmla="*/ 0 h 1018"/>
                              <a:gd name="T2" fmla="*/ 81 w 959"/>
                              <a:gd name="T3" fmla="*/ 62 h 1018"/>
                              <a:gd name="T4" fmla="*/ 39 w 959"/>
                              <a:gd name="T5" fmla="*/ 123 h 1018"/>
                              <a:gd name="T6" fmla="*/ 15 w 959"/>
                              <a:gd name="T7" fmla="*/ 184 h 1018"/>
                              <a:gd name="T8" fmla="*/ 8 w 959"/>
                              <a:gd name="T9" fmla="*/ 245 h 1018"/>
                              <a:gd name="T10" fmla="*/ 17 w 959"/>
                              <a:gd name="T11" fmla="*/ 305 h 1018"/>
                              <a:gd name="T12" fmla="*/ 40 w 959"/>
                              <a:gd name="T13" fmla="*/ 365 h 1018"/>
                              <a:gd name="T14" fmla="*/ 77 w 959"/>
                              <a:gd name="T15" fmla="*/ 425 h 1018"/>
                              <a:gd name="T16" fmla="*/ 127 w 959"/>
                              <a:gd name="T17" fmla="*/ 485 h 1018"/>
                              <a:gd name="T18" fmla="*/ 188 w 959"/>
                              <a:gd name="T19" fmla="*/ 545 h 1018"/>
                              <a:gd name="T20" fmla="*/ 260 w 959"/>
                              <a:gd name="T21" fmla="*/ 605 h 1018"/>
                              <a:gd name="T22" fmla="*/ 342 w 959"/>
                              <a:gd name="T23" fmla="*/ 665 h 1018"/>
                              <a:gd name="T24" fmla="*/ 432 w 959"/>
                              <a:gd name="T25" fmla="*/ 725 h 1018"/>
                              <a:gd name="T26" fmla="*/ 529 w 959"/>
                              <a:gd name="T27" fmla="*/ 785 h 1018"/>
                              <a:gd name="T28" fmla="*/ 633 w 959"/>
                              <a:gd name="T29" fmla="*/ 845 h 1018"/>
                              <a:gd name="T30" fmla="*/ 743 w 959"/>
                              <a:gd name="T31" fmla="*/ 905 h 1018"/>
                              <a:gd name="T32" fmla="*/ 857 w 959"/>
                              <a:gd name="T33" fmla="*/ 965 h 1018"/>
                              <a:gd name="T34" fmla="*/ 960 w 959"/>
                              <a:gd name="T35" fmla="*/ 1018 h 1018"/>
                              <a:gd name="T36" fmla="*/ 898 w 959"/>
                              <a:gd name="T37" fmla="*/ 1018 h 1018"/>
                              <a:gd name="T38" fmla="*/ 831 w 959"/>
                              <a:gd name="T39" fmla="*/ 983 h 1018"/>
                              <a:gd name="T40" fmla="*/ 713 w 959"/>
                              <a:gd name="T41" fmla="*/ 920 h 1018"/>
                              <a:gd name="T42" fmla="*/ 600 w 959"/>
                              <a:gd name="T43" fmla="*/ 857 h 1018"/>
                              <a:gd name="T44" fmla="*/ 493 w 959"/>
                              <a:gd name="T45" fmla="*/ 794 h 1018"/>
                              <a:gd name="T46" fmla="*/ 393 w 959"/>
                              <a:gd name="T47" fmla="*/ 732 h 1018"/>
                              <a:gd name="T48" fmla="*/ 301 w 959"/>
                              <a:gd name="T49" fmla="*/ 670 h 1018"/>
                              <a:gd name="T50" fmla="*/ 218 w 959"/>
                              <a:gd name="T51" fmla="*/ 608 h 1018"/>
                              <a:gd name="T52" fmla="*/ 146 w 959"/>
                              <a:gd name="T53" fmla="*/ 547 h 1018"/>
                              <a:gd name="T54" fmla="*/ 85 w 959"/>
                              <a:gd name="T55" fmla="*/ 486 h 1018"/>
                              <a:gd name="T56" fmla="*/ 37 w 959"/>
                              <a:gd name="T57" fmla="*/ 424 h 1018"/>
                              <a:gd name="T58" fmla="*/ 2 w 959"/>
                              <a:gd name="T59" fmla="*/ 363 h 1018"/>
                              <a:gd name="T60" fmla="*/ 0 w 959"/>
                              <a:gd name="T61" fmla="*/ 358 h 1018"/>
                              <a:gd name="T62" fmla="*/ 0 w 959"/>
                              <a:gd name="T63" fmla="*/ 162 h 1018"/>
                              <a:gd name="T64" fmla="*/ 21 w 959"/>
                              <a:gd name="T65" fmla="*/ 121 h 1018"/>
                              <a:gd name="T66" fmla="*/ 71 w 959"/>
                              <a:gd name="T67" fmla="*/ 60 h 1018"/>
                              <a:gd name="T68" fmla="*/ 141 w 959"/>
                              <a:gd name="T69" fmla="*/ 0 h 1018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w 959"/>
                              <a:gd name="T106" fmla="*/ 0 h 1018"/>
                              <a:gd name="T107" fmla="*/ 959 w 959"/>
                              <a:gd name="T108" fmla="*/ 1018 h 1018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T105" t="T106" r="T107" b="T108"/>
                            <a:pathLst>
                              <a:path w="959" h="1018">
                                <a:moveTo>
                                  <a:pt x="141" y="0"/>
                                </a:moveTo>
                                <a:lnTo>
                                  <a:pt x="81" y="62"/>
                                </a:lnTo>
                                <a:lnTo>
                                  <a:pt x="39" y="123"/>
                                </a:lnTo>
                                <a:lnTo>
                                  <a:pt x="15" y="184"/>
                                </a:lnTo>
                                <a:lnTo>
                                  <a:pt x="8" y="245"/>
                                </a:lnTo>
                                <a:lnTo>
                                  <a:pt x="17" y="305"/>
                                </a:lnTo>
                                <a:lnTo>
                                  <a:pt x="40" y="365"/>
                                </a:lnTo>
                                <a:lnTo>
                                  <a:pt x="77" y="425"/>
                                </a:lnTo>
                                <a:lnTo>
                                  <a:pt x="127" y="485"/>
                                </a:lnTo>
                                <a:lnTo>
                                  <a:pt x="188" y="545"/>
                                </a:lnTo>
                                <a:lnTo>
                                  <a:pt x="260" y="605"/>
                                </a:lnTo>
                                <a:lnTo>
                                  <a:pt x="342" y="665"/>
                                </a:lnTo>
                                <a:lnTo>
                                  <a:pt x="432" y="725"/>
                                </a:lnTo>
                                <a:lnTo>
                                  <a:pt x="529" y="785"/>
                                </a:lnTo>
                                <a:lnTo>
                                  <a:pt x="633" y="845"/>
                                </a:lnTo>
                                <a:lnTo>
                                  <a:pt x="743" y="905"/>
                                </a:lnTo>
                                <a:lnTo>
                                  <a:pt x="857" y="965"/>
                                </a:lnTo>
                                <a:lnTo>
                                  <a:pt x="960" y="1018"/>
                                </a:lnTo>
                                <a:lnTo>
                                  <a:pt x="898" y="1018"/>
                                </a:lnTo>
                                <a:lnTo>
                                  <a:pt x="831" y="983"/>
                                </a:lnTo>
                                <a:lnTo>
                                  <a:pt x="713" y="920"/>
                                </a:lnTo>
                                <a:lnTo>
                                  <a:pt x="600" y="857"/>
                                </a:lnTo>
                                <a:lnTo>
                                  <a:pt x="493" y="794"/>
                                </a:lnTo>
                                <a:lnTo>
                                  <a:pt x="393" y="732"/>
                                </a:lnTo>
                                <a:lnTo>
                                  <a:pt x="301" y="670"/>
                                </a:lnTo>
                                <a:lnTo>
                                  <a:pt x="218" y="608"/>
                                </a:lnTo>
                                <a:lnTo>
                                  <a:pt x="146" y="547"/>
                                </a:lnTo>
                                <a:lnTo>
                                  <a:pt x="85" y="486"/>
                                </a:lnTo>
                                <a:lnTo>
                                  <a:pt x="37" y="424"/>
                                </a:lnTo>
                                <a:lnTo>
                                  <a:pt x="2" y="363"/>
                                </a:lnTo>
                                <a:lnTo>
                                  <a:pt x="0" y="358"/>
                                </a:lnTo>
                                <a:lnTo>
                                  <a:pt x="0" y="162"/>
                                </a:lnTo>
                                <a:lnTo>
                                  <a:pt x="21" y="121"/>
                                </a:lnTo>
                                <a:lnTo>
                                  <a:pt x="71" y="60"/>
                                </a:lnTo>
                                <a:lnTo>
                                  <a:pt x="141" y="0"/>
                                </a:lnTo>
                              </a:path>
                            </a:pathLst>
                          </a:custGeom>
                          <a:noFill/>
                          <a:ln w="2743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1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" y="942"/>
                            <a:ext cx="2068" cy="11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7"/>
                            <a:ext cx="2073" cy="1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1E39DA5D" id="Group 1" o:spid="_x0000_s1026" style="position:absolute;margin-left:392.1pt;margin-top:-10.5pt;width:84.5pt;height:78.4pt;z-index:251659264" coordsize="2073,20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">
              <v:group id="Group 2" o:spid="_x0000_s1027" style="position:absolute;left:2;width:2068;height:2068" coordorigin="2" coordsize="2068,2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Freeform 3" o:spid="_x0000_s1028" style="position:absolute;left:2;width:2068;height:2068;visibility:visible;mso-wrap-style:square;v-text-anchor:top" coordsize="2068,2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" path="m1711,l358,,329,1,245,18,170,53r-65,52l54,169,19,244,2,328,,357,,1710r11,86l40,1874r47,69l147,1999r72,41l300,2063r58,5l1711,2068r86,-11l1875,2028r68,-46l1999,1921r41,-72l2064,1768r5,-58l2069,357r-11,-86l2029,193r-47,-68l1922,69,1850,28,1769,4,1711,xe" fillcolor="#ffdf1b" stroked="f">
                  <v:path arrowok="t" o:connecttype="custom" o:connectlocs="1711,0;358,0;329,1;245,18;170,53;105,105;54,169;19,244;2,328;0,357;0,1710;11,1796;40,1874;87,1943;147,1999;219,2040;300,2063;358,2068;1711,2068;1797,2057;1875,2028;1943,1982;1999,1921;2040,1849;2064,1768;2069,1710;2069,357;2058,271;2029,193;1982,125;1922,69;1850,28;1769,4;1711,0" o:connectangles="0,0,0,0,0,0,0,0,0,0,0,0,0,0,0,0,0,0,0,0,0,0,0,0,0,0,0,0,0,0,0,0,0,0" textboxrect="0,0,2068,2068"/>
                </v:shape>
              </v:group>
              <v:group id="Group 4" o:spid="_x0000_s1029" style="position:absolute;left:2;top:483;width:2068;height:1585" coordorigin="2,483" coordsize="2068,1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 id="Freeform 5" o:spid="_x0000_s1030" style="position:absolute;left:2;top:483;width:2068;height:1585;visibility:visible;mso-wrap-style:square;v-text-anchor:top" coordsize="2068,1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" path="m2069,l610,385,122,521,57,577,7,635,,645r,375l45,1072r83,73l189,1194r65,49l322,1291r71,48l466,1386r76,46l619,1477r78,44l776,1564r38,21l1492,1585r-7,-35l1475,1511r-19,-77l1447,1395r-16,-74l1419,1249r-6,-63l1333,1186r-93,-8l1137,1160r-108,-26l918,1102,809,1066,706,1027,611,987,529,948,425,888,366,843,326,780r-2,-21l328,740r42,-57l421,647r68,-36l571,576r95,-34l2069,103,2069,xe" fillcolor="#231f20" stroked="f">
                  <v:path arrowok="t" o:connecttype="custom" o:connectlocs="2069,0;610,385;122,521;57,577;7,635;0,645;0,1020;45,1072;128,1145;189,1194;254,1243;322,1291;393,1339;466,1386;542,1432;619,1477;697,1521;776,1564;814,1585;1492,1585;1485,1550;1475,1511;1456,1434;1447,1395;1431,1321;1419,1249;1413,1186;1333,1186;1240,1178;1137,1160;1029,1134;918,1102;809,1066;706,1027;611,987;529,948;425,888;366,843;326,780;324,759;328,740;370,683;421,647;489,611;571,576;666,542;2069,103;2069,0" o:connectangles="0,0,0,0,0,0,0,0,0,0,0,0,0,0,0,0,0,0,0,0,0,0,0,0,0,0,0,0,0,0,0,0,0,0,0,0,0,0,0,0,0,0,0,0,0,0,0,0" textboxrect="0,0,2068,1585"/>
                </v:shape>
                <v:shape id="Freeform 6" o:spid="_x0000_s1031" style="position:absolute;left:2;top:483;width:2068;height:1585;visibility:visible;mso-wrap-style:square;v-text-anchor:top" coordsize="2068,1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" path="m1413,1182r-38,4l1333,1186r80,l1413,1182xe" fillcolor="#231f20" stroked="f">
                  <v:path arrowok="t" o:connecttype="custom" o:connectlocs="1413,1182;1375,1186;1333,1186;1413,1186;1413,1182" o:connectangles="0,0,0,0,0" textboxrect="0,0,2068,1585"/>
                </v:shape>
              </v:group>
              <v:group id="Group 7" o:spid="_x0000_s1032" style="position:absolute;left:410;top:538;width:1661;height:477" coordorigin="410,538" coordsize="1661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 id="Freeform 8" o:spid="_x0000_s1033" style="position:absolute;left:410;top:538;width:1661;height:477;visibility:visible;mso-wrap-style:square;v-text-anchor:top" coordsize="1661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" path="m1661,r-30,8l1635,23r26,-7l1661,xe" stroked="f">
                  <v:path arrowok="t" o:connecttype="custom" o:connectlocs="1661,0;1631,8;1635,23;1661,16;1661,0" o:connectangles="0,0,0,0,0" textboxrect="0,0,1661,477"/>
                </v:shape>
                <v:shape id="Freeform 9" o:spid="_x0000_s1034" style="position:absolute;left:410;top:538;width:1661;height:477;visibility:visible;mso-wrap-style:square;v-text-anchor:top" coordsize="1661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" path="m1557,29r-74,20l1487,64r74,-21l1557,29xe" stroked="f">
                  <v:path arrowok="t" o:connecttype="custom" o:connectlocs="1557,29;1483,49;1487,64;1561,43;1557,29" o:connectangles="0,0,0,0,0" textboxrect="0,0,1661,477"/>
                </v:shape>
                <v:shape id="Freeform 10" o:spid="_x0000_s1035" style="position:absolute;left:410;top:538;width:1661;height:477;visibility:visible;mso-wrap-style:square;v-text-anchor:top" coordsize="1661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" path="m1408,69r-74,21l1338,104r74,-20l1408,69xe" stroked="f">
                  <v:path arrowok="t" o:connecttype="custom" o:connectlocs="1408,69;1334,90;1338,104;1412,84;1408,69" o:connectangles="0,0,0,0,0" textboxrect="0,0,1661,477"/>
                </v:shape>
                <v:shape id="Freeform 11" o:spid="_x0000_s1036" style="position:absolute;left:410;top:538;width:1661;height:477;visibility:visible;mso-wrap-style:square;v-text-anchor:top" coordsize="1661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" path="m1260,110r-74,20l1190,145r74,-20l1260,110xe" stroked="f">
                  <v:path arrowok="t" o:connecttype="custom" o:connectlocs="1260,110;1186,130;1190,145;1264,125;1260,110" o:connectangles="0,0,0,0,0" textboxrect="0,0,1661,477"/>
                </v:shape>
                <v:shape id="Freeform 12" o:spid="_x0000_s1037" style="position:absolute;left:410;top:538;width:1661;height:477;visibility:visible;mso-wrap-style:square;v-text-anchor:top" coordsize="1661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" path="m1112,151r-75,20l1041,186r75,-21l1112,151xe" stroked="f">
                  <v:path arrowok="t" o:connecttype="custom" o:connectlocs="1112,151;1037,171;1041,186;1116,165;1112,151" o:connectangles="0,0,0,0,0" textboxrect="0,0,1661,477"/>
                </v:shape>
                <v:shape id="Freeform 13" o:spid="_x0000_s1038" style="position:absolute;left:410;top:538;width:1661;height:477;visibility:visible;mso-wrap-style:square;v-text-anchor:top" coordsize="1661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" path="m963,191r-74,21l893,227r74,-21l963,191xe" stroked="f">
                  <v:path arrowok="t" o:connecttype="custom" o:connectlocs="963,191;889,212;893,227;967,206;963,191" o:connectangles="0,0,0,0,0" textboxrect="0,0,1661,477"/>
                </v:shape>
                <v:shape id="Freeform 14" o:spid="_x0000_s1039" style="position:absolute;left:410;top:538;width:1661;height:477;visibility:visible;mso-wrap-style:square;v-text-anchor:top" coordsize="1661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" path="m815,232r-74,21l745,268r74,-21l815,232xe" stroked="f">
                  <v:path arrowok="t" o:connecttype="custom" o:connectlocs="815,232;741,253;745,268;819,247;815,232" o:connectangles="0,0,0,0,0" textboxrect="0,0,1661,477"/>
                </v:shape>
                <v:shape id="Freeform 15" o:spid="_x0000_s1040" style="position:absolute;left:410;top:538;width:1661;height:477;visibility:visible;mso-wrap-style:square;v-text-anchor:top" coordsize="1661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" path="m666,274r-74,20l596,309r75,-21l666,274xe" stroked="f">
                  <v:path arrowok="t" o:connecttype="custom" o:connectlocs="666,274;592,294;596,309;671,288;666,274" o:connectangles="0,0,0,0,0" textboxrect="0,0,1661,477"/>
                </v:shape>
                <v:shape id="Freeform 16" o:spid="_x0000_s1041" style="position:absolute;left:410;top:538;width:1661;height:477;visibility:visible;mso-wrap-style:square;v-text-anchor:top" coordsize="1661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" path="m518,315r-74,21l448,351r74,-21l518,315xe" stroked="f">
                  <v:path arrowok="t" o:connecttype="custom" o:connectlocs="518,315;444,336;448,351;522,330;518,315" o:connectangles="0,0,0,0,0" textboxrect="0,0,1661,477"/>
                </v:shape>
                <v:shape id="Freeform 17" o:spid="_x0000_s1042" style="position:absolute;left:410;top:538;width:1661;height:477;visibility:visible;mso-wrap-style:square;v-text-anchor:top" coordsize="1661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" path="m370,357r-74,21l300,393r74,-21l370,357xe" stroked="f">
                  <v:path arrowok="t" o:connecttype="custom" o:connectlocs="370,357;296,378;300,393;374,372;370,357" o:connectangles="0,0,0,0,0" textboxrect="0,0,1661,477"/>
                </v:shape>
                <v:shape id="Freeform 18" o:spid="_x0000_s1043" style="position:absolute;left:410;top:538;width:1661;height:477;visibility:visible;mso-wrap-style:square;v-text-anchor:top" coordsize="1661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" path="m222,399r-74,21l152,435r74,-21l222,399xe" stroked="f">
                  <v:path arrowok="t" o:connecttype="custom" o:connectlocs="222,399;148,420;152,435;226,414;222,399" o:connectangles="0,0,0,0,0" textboxrect="0,0,1661,477"/>
                </v:shape>
                <v:shape id="Freeform 19" o:spid="_x0000_s1044" style="position:absolute;left:410;top:538;width:1661;height:477;visibility:visible;mso-wrap-style:square;v-text-anchor:top" coordsize="1661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" path="m74,441l,463r4,15l78,456,74,441xe" stroked="f">
                  <v:path arrowok="t" o:connecttype="custom" o:connectlocs="74,441;0,463;4,478;78,456;74,441" o:connectangles="0,0,0,0,0" textboxrect="0,0,1661,477"/>
                </v:shape>
              </v:group>
              <v:group id="Group 20" o:spid="_x0000_s1045" style="position:absolute;left:146;top:1033;width:870;height:853" coordorigin="146,1033" coordsize="870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shape id="Freeform 21" o:spid="_x0000_s1046" style="position:absolute;left:146;top:1033;width:870;height:853;visibility:visible;mso-wrap-style:square;v-text-anchor:top" coordsize="870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" path="m198,l113,50,50,102,25,131r17,13l43,142,65,117,92,93,125,68,163,43,208,19,198,xe" stroked="f">
                  <v:path arrowok="t" o:connecttype="custom" o:connectlocs="198,0;113,50;50,102;25,131;42,144;43,142;65,117;92,93;125,68;163,43;208,19;198,0" o:connectangles="0,0,0,0,0,0,0,0,0,0,0,0" textboxrect="0,0,870,853"/>
                </v:shape>
                <v:shape id="Freeform 22" o:spid="_x0000_s1047" style="position:absolute;left:146;top:1033;width:870;height:853;visibility:visible;mso-wrap-style:square;v-text-anchor:top" coordsize="870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" path="m21,314l,320r2,5l17,353r42,56l114,464r27,22l155,470,128,448,100,421,75,395,53,368,35,342,22,316r-1,-2xe" stroked="f">
                  <v:path arrowok="t" o:connecttype="custom" o:connectlocs="21,314;0,320;2,325;17,353;59,409;114,464;141,486;155,470;128,448;100,421;75,395;53,368;35,342;22,316;21,314" o:connectangles="0,0,0,0,0,0,0,0,0,0,0,0,0,0,0" textboxrect="0,0,870,853"/>
                </v:shape>
                <v:shape id="Freeform 23" o:spid="_x0000_s1048" style="position:absolute;left:146;top:1033;width:870;height:853;visibility:visible;mso-wrap-style:square;v-text-anchor:top" coordsize="870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" path="m312,577r-11,18l309,600r47,26l406,653r52,26l490,695r9,-19l467,660,416,634,367,608,320,581r-8,-4xe" stroked="f">
                  <v:path arrowok="t" o:connecttype="custom" o:connectlocs="312,577;301,595;309,600;356,626;406,653;458,679;490,695;499,676;467,660;416,634;367,608;320,581;312,577" o:connectangles="0,0,0,0,0,0,0,0,0,0,0,0,0" textboxrect="0,0,870,853"/>
                </v:shape>
                <v:shape id="Freeform 24" o:spid="_x0000_s1049" style="position:absolute;left:146;top:1033;width:870;height:853;visibility:visible;mso-wrap-style:square;v-text-anchor:top" coordsize="870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" path="m674,755r72,53l809,833r54,21l871,834,817,813,754,788,694,763r-20,-8xe" stroked="f">
                  <v:path arrowok="t" o:connecttype="custom" o:connectlocs="674,755;746,808;809,833;863,854;871,834;817,813;754,788;694,763;674,755" o:connectangles="0,0,0,0,0,0,0,0,0" textboxrect="0,0,870,853"/>
                </v:shape>
              </v:group>
              <v:group id="Group 25" o:spid="_x0000_s1050" style="position:absolute;left:261;top:1130;width:1162;height:604" coordorigin="261,1130" coordsize="1162,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 id="Freeform 26" o:spid="_x0000_s1051" style="position:absolute;left:261;top:1130;width:1162;height:604;visibility:visible;mso-wrap-style:square;v-text-anchor:top" coordsize="1162,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" path="m105,l44,35,1,98,,122r6,25l38,199r60,57l186,315r55,31l303,377r70,31l450,440r84,33l626,505r100,33l800,558r60,13l924,582r66,9l1056,598r88,6l1148,597r8,-11l1163,574r,-3l1104,571r-9,-1l1006,563r-79,-9l866,545,802,533,716,508,614,474,554,453,490,429,425,403,360,375,296,345,235,314,179,281,88,212,37,141,30,106,38,70,63,35,105,xe" stroked="f">
                  <v:path arrowok="t" o:connecttype="custom" o:connectlocs="105,0;44,35;1,98;0,122;6,147;38,199;98,256;186,315;241,346;303,377;373,408;450,440;534,473;626,505;726,538;800,558;860,571;924,582;990,591;1056,598;1144,604;1148,597;1156,586;1163,574;1163,571;1104,571;1095,570;1006,563;927,554;866,545;802,533;716,508;614,474;554,453;490,429;425,403;360,375;296,345;235,314;179,281;88,212;37,141;30,106;38,70;63,35;105,0" o:connectangles="0,0,0,0,0,0,0,0,0,0,0,0,0,0,0,0,0,0,0,0,0,0,0,0,0,0,0,0,0,0,0,0,0,0,0,0,0,0,0,0,0,0,0,0,0,0" textboxrect="0,0,1162,604"/>
                </v:shape>
                <v:shape id="Freeform 27" o:spid="_x0000_s1052" style="position:absolute;left:261;top:1130;width:1162;height:604;visibility:visible;mso-wrap-style:square;v-text-anchor:top" coordsize="1162,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" path="m1148,563r-24,5l1104,571r59,l1162,566r-14,-3xe" stroked="f">
                  <v:path arrowok="t" o:connecttype="custom" o:connectlocs="1148,563;1124,568;1104,571;1163,571;1162,566;1148,563" o:connectangles="0,0,0,0,0,0" textboxrect="0,0,1162,604"/>
                </v:shape>
              </v:group>
              <v:group id="Group 28" o:spid="_x0000_s1053" style="position:absolute;left:261;top:1130;width:1162;height:604" coordorigin="261,1130" coordsize="1162,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 29" o:spid="_x0000_s1054" style="position:absolute;left:261;top:1130;width:1162;height:604;visibility:visible;mso-wrap-style:square;v-text-anchor:top" coordsize="1162,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" path="m105,l63,35,38,70r-8,36l37,141r51,71l179,281r56,33l296,345r64,30l425,403r65,26l554,453r60,21l716,508r69,20l866,545r61,9l987,561r77,7l1104,571r20,-3l1148,563r14,3l1163,574r-7,12l1148,597r-4,7l1078,600r-66,-6l946,585,881,575,820,563,743,543,626,505,534,473,450,440,373,408,303,377,241,346,186,315,98,256,38,199,6,147,,122,1,98,9,76,23,55,44,35,72,17,105,e" filled="f" strokecolor="white" strokeweight=".07619mm">
                  <v:path arrowok="t" o:connecttype="custom" o:connectlocs="105,0;63,35;38,70;30,106;37,141;88,212;179,281;235,314;296,345;360,375;425,403;490,429;554,453;614,474;716,508;785,528;866,545;927,554;987,561;1064,568;1104,571;1124,568;1148,563;1162,566;1163,574;1156,586;1148,597;1144,604;1078,600;1012,594;946,585;881,575;820,563;743,543;626,505;534,473;450,440;373,408;303,377;241,346;186,315;98,256;38,199;6,147;0,122;1,98;9,76;23,55;44,35;72,17;105,0" o:connectangles="0,0,0,0,0,0,0,0,0,0,0,0,0,0,0,0,0,0,0,0,0,0,0,0,0,0,0,0,0,0,0,0,0,0,0,0,0,0,0,0,0,0,0,0,0,0,0,0,0,0,0" textboxrect="0,0,1162,604"/>
                </v:shape>
              </v:group>
              <v:group id="Group 30" o:spid="_x0000_s1055" style="position:absolute;left:2;top:1050;width:959;height:1018" coordorigin="2,1050" coordsize="959,1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 id="Freeform 31" o:spid="_x0000_s1056" style="position:absolute;left:2;top:1050;width:959;height:1018;visibility:visible;mso-wrap-style:square;v-text-anchor:top" coordsize="959,1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" path="m141,l71,60,21,121,,162,,358r37,66l85,486r61,61l218,608r83,62l393,732r100,62l600,857r113,63l831,983r67,35l960,1018,857,965,743,905,633,845,529,785,432,725,342,665,260,605,188,545,127,485,77,425,40,365,17,305,8,245r7,-61l39,123,81,62,141,xe" stroked="f">
                  <v:path arrowok="t" o:connecttype="custom" o:connectlocs="141,0;71,60;21,121;0,162;0,358;37,424;85,486;146,547;218,608;301,670;393,732;493,794;600,857;713,920;831,983;898,1018;960,1018;857,965;743,905;633,845;529,785;432,725;342,665;260,605;188,545;127,485;77,425;40,365;17,305;8,245;15,184;39,123;81,62;141,0" o:connectangles="0,0,0,0,0,0,0,0,0,0,0,0,0,0,0,0,0,0,0,0,0,0,0,0,0,0,0,0,0,0,0,0,0,0" textboxrect="0,0,959,1018"/>
                </v:shape>
              </v:group>
              <v:group id="Group 32" o:spid="_x0000_s1057" style="position:absolute;top:277;width:2073;height:1793" coordorigin=",277" coordsize="2073,1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<v:shape id="Freeform 33" o:spid="_x0000_s1058" style="position:absolute;left:2;top:1050;width:959;height:1018;visibility:visible;mso-wrap-style:square;v-text-anchor:top" coordsize="959,1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" path="m141,l81,62,39,123,15,184,8,245r9,60l40,365r37,60l127,485r61,60l260,605r82,60l432,725r97,60l633,845r110,60l857,965r103,53l898,1018,831,983,713,920,600,857,493,794,393,732,301,670,218,608,146,547,85,486,37,424,2,363,,358,,162,21,121,71,60,141,e" filled="f" strokecolor="white" strokeweight=".07619mm">
                  <v:path arrowok="t" o:connecttype="custom" o:connectlocs="141,0;81,62;39,123;15,184;8,245;17,305;40,365;77,425;127,485;188,545;260,605;342,665;432,725;529,785;633,845;743,905;857,965;960,1018;898,1018;831,983;713,920;600,857;493,794;393,732;301,670;218,608;146,547;85,486;37,424;2,363;0,358;0,162;21,121;71,60;141,0" o:connectangles="0,0,0,0,0,0,0,0,0,0,0,0,0,0,0,0,0,0,0,0,0,0,0,0,0,0,0,0,0,0,0,0,0,0,0" textboxrect="0,0,959,1018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59" type="#_x0000_t75" style="position:absolute;left:2;top:942;width:2068;height:11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">
                  <v:imagedata r:id="rId3" o:title=""/>
                </v:shape>
                <v:shape id="Picture 35" o:spid="_x0000_s1060" type="#_x0000_t75" style="position:absolute;top:277;width:2073;height:17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">
                  <v:imagedata r:id="rId4" o:title=""/>
                </v:shape>
              </v:group>
            </v:group>
          </w:pict>
        </mc:Fallback>
      </mc:AlternateContent>
    </w:r>
    <w:r w:rsidRPr="00B52EEF">
      <w:rPr>
        <w:rFonts w:ascii="Comic Sans MS" w:hAnsi="Comic Sans MS"/>
        <w:sz w:val="40"/>
        <w:szCs w:val="40"/>
      </w:rPr>
      <w:t>TEE JA TEE OÜ</w:t>
    </w:r>
  </w:p>
  <w:p w14:paraId="52DDF0DE" w14:textId="77777777" w:rsidR="0050430A" w:rsidRDefault="0050430A" w:rsidP="004002AB">
    <w:pPr>
      <w:pStyle w:val="Header"/>
      <w:pBdr>
        <w:bottom w:val="single" w:sz="4" w:space="1" w:color="auto"/>
      </w:pBdr>
      <w:jc w:val="center"/>
      <w:rPr>
        <w:rFonts w:ascii="Comic Sans MS" w:hAnsi="Comic Sans MS"/>
        <w:sz w:val="24"/>
        <w:szCs w:val="24"/>
      </w:rPr>
    </w:pPr>
    <w:r w:rsidRPr="00990D0D">
      <w:rPr>
        <w:rFonts w:ascii="Comic Sans MS" w:hAnsi="Comic Sans MS"/>
        <w:sz w:val="24"/>
        <w:szCs w:val="24"/>
      </w:rPr>
      <w:t>Registrikood 12247545</w:t>
    </w:r>
  </w:p>
  <w:p w14:paraId="276E4C18" w14:textId="77777777" w:rsidR="0050430A" w:rsidRDefault="0050430A" w:rsidP="004002AB">
    <w:pPr>
      <w:pStyle w:val="Header"/>
      <w:pBdr>
        <w:bottom w:val="single" w:sz="4" w:space="1" w:color="auto"/>
      </w:pBdr>
      <w:jc w:val="center"/>
      <w:rPr>
        <w:rFonts w:ascii="Comic Sans MS" w:hAnsi="Comic Sans MS"/>
        <w:sz w:val="24"/>
        <w:szCs w:val="24"/>
      </w:rPr>
    </w:pPr>
  </w:p>
  <w:p w14:paraId="4D69FE39" w14:textId="77777777" w:rsidR="0050430A" w:rsidRDefault="0050430A" w:rsidP="004002AB">
    <w:pPr>
      <w:pStyle w:val="Header"/>
      <w:pBdr>
        <w:bottom w:val="single" w:sz="4" w:space="1" w:color="auto"/>
      </w:pBd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369"/>
    <w:rsid w:val="00074AF2"/>
    <w:rsid w:val="00235D44"/>
    <w:rsid w:val="0024328C"/>
    <w:rsid w:val="00255D2F"/>
    <w:rsid w:val="00280B65"/>
    <w:rsid w:val="002E6369"/>
    <w:rsid w:val="004002AB"/>
    <w:rsid w:val="0050430A"/>
    <w:rsid w:val="005477E1"/>
    <w:rsid w:val="00594636"/>
    <w:rsid w:val="005F0688"/>
    <w:rsid w:val="00681308"/>
    <w:rsid w:val="008F0D62"/>
    <w:rsid w:val="00936366"/>
    <w:rsid w:val="00971461"/>
    <w:rsid w:val="00A323A9"/>
    <w:rsid w:val="00C2110A"/>
    <w:rsid w:val="00CA47CE"/>
    <w:rsid w:val="00EB0F61"/>
    <w:rsid w:val="00F92B8F"/>
    <w:rsid w:val="00FE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17C1A8"/>
  <w15:chartTrackingRefBased/>
  <w15:docId w15:val="{AD91B1B3-0428-427B-A49D-FD352BBAD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1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461"/>
  </w:style>
  <w:style w:type="paragraph" w:styleId="Footer">
    <w:name w:val="footer"/>
    <w:basedOn w:val="Normal"/>
    <w:link w:val="FooterChar"/>
    <w:uiPriority w:val="99"/>
    <w:unhideWhenUsed/>
    <w:rsid w:val="00971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461"/>
  </w:style>
  <w:style w:type="character" w:styleId="CommentReference">
    <w:name w:val="annotation reference"/>
    <w:basedOn w:val="DefaultParagraphFont"/>
    <w:uiPriority w:val="99"/>
    <w:semiHidden/>
    <w:unhideWhenUsed/>
    <w:rsid w:val="00C211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11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1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1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1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1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363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eejatee.ee" TargetMode="External"/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i\Desktop\TEEJATEE\Kristi\Tee%20ja%20Tee\Pahn\Blankid\Mallid\Tee%20jaTee%20Kirjaplank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B88F9-3722-4B2B-9599-66F7E532F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Tee jaTee Kirjaplank</Template>
  <TotalTime>1302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2</cp:revision>
  <cp:lastPrinted>2014-01-13T09:30:00Z</cp:lastPrinted>
  <dcterms:created xsi:type="dcterms:W3CDTF">2024-03-06T10:33:00Z</dcterms:created>
  <dcterms:modified xsi:type="dcterms:W3CDTF">2024-03-07T08:16:00Z</dcterms:modified>
</cp:coreProperties>
</file>